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BA6E17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BE0ECA" w:rsidRDefault="00BE0ECA" w:rsidP="00BE0ECA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AUDAS</w:t>
            </w:r>
            <w:r w:rsidR="00A05C16">
              <w:rPr>
                <w:rFonts w:ascii="Calibri" w:hAnsi="Calibri"/>
              </w:rPr>
              <w:t xml:space="preserve"> Carine</w:t>
            </w:r>
            <w:r>
              <w:rPr>
                <w:rFonts w:ascii="Calibri" w:hAnsi="Calibri"/>
              </w:rPr>
              <w:t>, Infirmière</w:t>
            </w:r>
          </w:p>
          <w:p w:rsidR="00BA6E17" w:rsidRDefault="006A37F3" w:rsidP="00BA6E17">
            <w:pPr>
              <w:pStyle w:val="En-tte"/>
              <w:rPr>
                <w:rFonts w:ascii="Calibri" w:hAnsi="Calibri"/>
              </w:rPr>
            </w:pPr>
            <w:r w:rsidRPr="00325ED5">
              <w:rPr>
                <w:rFonts w:ascii="Calibri" w:hAnsi="Calibri"/>
              </w:rPr>
              <w:t xml:space="preserve"> REDJALINE</w:t>
            </w:r>
            <w:r w:rsidR="00A05C16">
              <w:rPr>
                <w:rFonts w:ascii="Calibri" w:hAnsi="Calibri"/>
              </w:rPr>
              <w:t xml:space="preserve"> Nabila</w:t>
            </w:r>
            <w:r w:rsidRPr="00325ED5">
              <w:rPr>
                <w:rFonts w:ascii="Calibri" w:hAnsi="Calibri"/>
              </w:rPr>
              <w:t xml:space="preserve">, </w:t>
            </w:r>
            <w:r w:rsidR="00E06653">
              <w:rPr>
                <w:rFonts w:ascii="Calibri" w:hAnsi="Calibri"/>
              </w:rPr>
              <w:t>I</w:t>
            </w:r>
            <w:r w:rsidR="00003950">
              <w:rPr>
                <w:rFonts w:ascii="Calibri" w:hAnsi="Calibri"/>
              </w:rPr>
              <w:t>nfirmiè</w:t>
            </w:r>
            <w:r w:rsidR="000E5743">
              <w:rPr>
                <w:rFonts w:ascii="Calibri" w:hAnsi="Calibri"/>
              </w:rPr>
              <w:t>re</w:t>
            </w:r>
          </w:p>
          <w:p w:rsidR="00B2039B" w:rsidRPr="00325ED5" w:rsidRDefault="00B2039B" w:rsidP="00BA6E17">
            <w:pPr>
              <w:pStyle w:val="En-tte"/>
              <w:rPr>
                <w:rFonts w:ascii="Calibri" w:hAnsi="Calibri"/>
              </w:rPr>
            </w:pPr>
          </w:p>
        </w:tc>
        <w:tc>
          <w:tcPr>
            <w:tcW w:w="3587" w:type="dxa"/>
            <w:tcBorders>
              <w:top w:val="nil"/>
            </w:tcBorders>
          </w:tcPr>
          <w:p w:rsidR="005B60CB" w:rsidRDefault="000F1127" w:rsidP="00E06653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DIGONNET</w:t>
            </w:r>
            <w:r w:rsidR="00A05C16">
              <w:rPr>
                <w:rFonts w:ascii="Calibri" w:hAnsi="Calibri"/>
              </w:rPr>
              <w:t xml:space="preserve"> Fanny</w:t>
            </w:r>
          </w:p>
          <w:p w:rsidR="00BE0ECA" w:rsidRDefault="009B331D" w:rsidP="00E06653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Cadre de Santé</w:t>
            </w:r>
          </w:p>
          <w:p w:rsidR="005B60CB" w:rsidRDefault="005B60CB" w:rsidP="00E06653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GALLO Blandine</w:t>
            </w:r>
          </w:p>
          <w:p w:rsidR="009B331D" w:rsidRPr="006072D7" w:rsidRDefault="00593028" w:rsidP="005B60CB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5B60CB">
              <w:rPr>
                <w:rFonts w:ascii="Calibri" w:hAnsi="Calibri"/>
              </w:rPr>
              <w:t xml:space="preserve">adre de santé référente </w:t>
            </w:r>
            <w:proofErr w:type="spellStart"/>
            <w:r w:rsidR="005B60CB">
              <w:rPr>
                <w:rFonts w:ascii="Calibri" w:hAnsi="Calibri"/>
              </w:rPr>
              <w:t>L</w:t>
            </w:r>
            <w:r w:rsidR="00733F6E">
              <w:rPr>
                <w:rFonts w:ascii="Calibri" w:hAnsi="Calibri"/>
              </w:rPr>
              <w:t>earnteam</w:t>
            </w:r>
            <w:proofErr w:type="spellEnd"/>
          </w:p>
        </w:tc>
        <w:tc>
          <w:tcPr>
            <w:tcW w:w="3588" w:type="dxa"/>
            <w:tcBorders>
              <w:top w:val="nil"/>
            </w:tcBorders>
          </w:tcPr>
          <w:p w:rsidR="00D122AE" w:rsidRDefault="00D122AE" w:rsidP="00BA6E17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05C16">
              <w:rPr>
                <w:rFonts w:ascii="Calibri" w:hAnsi="Calibri"/>
              </w:rPr>
              <w:t xml:space="preserve">DAUMAS-BEJUIS </w:t>
            </w:r>
            <w:r w:rsidR="005B60CB">
              <w:rPr>
                <w:rFonts w:ascii="Calibri" w:hAnsi="Calibri"/>
              </w:rPr>
              <w:t>Marie-Claire</w:t>
            </w:r>
          </w:p>
          <w:p w:rsidR="00BA6E17" w:rsidRPr="00593028" w:rsidRDefault="00FD3AEA" w:rsidP="00BA6E17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Cadre </w:t>
            </w:r>
            <w:r w:rsidR="00BA6E17" w:rsidRPr="00D122AE">
              <w:rPr>
                <w:rFonts w:ascii="Calibri" w:hAnsi="Calibri"/>
              </w:rPr>
              <w:t xml:space="preserve"> de santé</w:t>
            </w:r>
            <w:r w:rsidR="00593028">
              <w:rPr>
                <w:rFonts w:ascii="Calibri" w:hAnsi="Calibri"/>
              </w:rPr>
              <w:t xml:space="preserve"> </w:t>
            </w:r>
            <w:r w:rsidR="00BA6E17" w:rsidRPr="00D122AE">
              <w:rPr>
                <w:rFonts w:ascii="Calibri" w:hAnsi="Calibri"/>
              </w:rPr>
              <w:t>Responsable de l’offre de stages</w:t>
            </w:r>
          </w:p>
        </w:tc>
      </w:tr>
    </w:tbl>
    <w:p w:rsidR="00FD2C69" w:rsidRDefault="00FD2C69" w:rsidP="00FD2C69"/>
    <w:p w:rsidR="009108EC" w:rsidRDefault="009108EC" w:rsidP="00157647">
      <w:pPr>
        <w:pStyle w:val="Titre2"/>
        <w:shd w:val="clear" w:color="auto" w:fill="F2F2F2"/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F137EB">
        <w:rPr>
          <w:rFonts w:ascii="Calibri" w:hAnsi="Calibri"/>
          <w:u w:val="none"/>
        </w:rPr>
        <w:t xml:space="preserve"> Avril</w:t>
      </w:r>
      <w:r w:rsidR="008B6F0E">
        <w:rPr>
          <w:rFonts w:ascii="Calibri" w:hAnsi="Calibri"/>
          <w:u w:val="none"/>
        </w:rPr>
        <w:t xml:space="preserve"> 20</w:t>
      </w:r>
      <w:r w:rsidR="001349BF">
        <w:rPr>
          <w:rFonts w:ascii="Calibri" w:hAnsi="Calibri"/>
          <w:u w:val="none"/>
        </w:rPr>
        <w:t>16</w:t>
      </w:r>
    </w:p>
    <w:p w:rsidR="00ED0C36" w:rsidRPr="00A062BA" w:rsidRDefault="00E71622" w:rsidP="00FD2C69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sz w:val="24"/>
          <w:szCs w:val="24"/>
          <w:u w:val="none"/>
        </w:rPr>
      </w:pPr>
      <w:r w:rsidRPr="00A062BA">
        <w:rPr>
          <w:rFonts w:ascii="Calibri" w:hAnsi="Calibri"/>
          <w:sz w:val="24"/>
          <w:szCs w:val="24"/>
          <w:u w:val="none"/>
        </w:rPr>
        <w:t>IDENTITE DU STAGE</w:t>
      </w:r>
    </w:p>
    <w:p w:rsidR="004D049A" w:rsidRDefault="00ED0C36" w:rsidP="004D049A">
      <w:pPr>
        <w:rPr>
          <w:rFonts w:ascii="Calibri" w:hAnsi="Calibri"/>
          <w:sz w:val="20"/>
        </w:rPr>
      </w:pPr>
      <w:r w:rsidRPr="006072D7">
        <w:rPr>
          <w:rFonts w:ascii="Calibri" w:hAnsi="Calibri"/>
          <w:sz w:val="20"/>
          <w:szCs w:val="20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FE705E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 w:rsidP="00FE705E">
            <w:pPr>
              <w:rPr>
                <w:rFonts w:ascii="Calibri" w:hAnsi="Calibri" w:cs="Arial"/>
                <w:b/>
                <w:sz w:val="20"/>
              </w:rPr>
            </w:pPr>
          </w:p>
          <w:p w:rsidR="00805059" w:rsidRPr="00D122AE" w:rsidRDefault="00805059" w:rsidP="00FE705E">
            <w:pPr>
              <w:rPr>
                <w:rFonts w:ascii="Calibri" w:hAnsi="Calibri" w:cs="Arial"/>
                <w:b/>
                <w:sz w:val="20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     </w:t>
            </w:r>
            <w:r w:rsidR="0046341C">
              <w:rPr>
                <w:rFonts w:ascii="Calibri" w:hAnsi="Calibri" w:cs="Arial"/>
                <w:b/>
                <w:sz w:val="20"/>
              </w:rPr>
              <w:t>SMD-</w:t>
            </w:r>
            <w:r>
              <w:rPr>
                <w:rFonts w:ascii="Calibri" w:hAnsi="Calibri" w:cs="Arial"/>
                <w:b/>
                <w:sz w:val="20"/>
              </w:rPr>
              <w:t xml:space="preserve">PL    </w:t>
            </w:r>
            <w:r w:rsidR="00593028">
              <w:rPr>
                <w:rFonts w:ascii="Calibri" w:hAnsi="Calibri"/>
                <w:sz w:val="20"/>
                <w:szCs w:val="20"/>
              </w:rPr>
              <w:t>Santé Mentale des  Détenus -</w:t>
            </w:r>
            <w:r w:rsidRPr="003748B7">
              <w:rPr>
                <w:rFonts w:ascii="Calibri" w:hAnsi="Calibri"/>
                <w:sz w:val="20"/>
                <w:szCs w:val="20"/>
              </w:rPr>
              <w:t xml:space="preserve"> Psychiatrie Légale</w:t>
            </w:r>
          </w:p>
          <w:p w:rsidR="00805059" w:rsidRDefault="00805059" w:rsidP="00FE705E">
            <w:pPr>
              <w:rPr>
                <w:rFonts w:ascii="Calibri" w:hAnsi="Calibri"/>
                <w:sz w:val="20"/>
              </w:rPr>
            </w:pPr>
          </w:p>
        </w:tc>
      </w:tr>
    </w:tbl>
    <w:p w:rsidR="00805059" w:rsidRDefault="00805059" w:rsidP="00805059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5222CE">
        <w:trPr>
          <w:trHeight w:val="533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 w:rsidP="00FE705E">
            <w:pPr>
              <w:rPr>
                <w:rFonts w:ascii="Calibri" w:hAnsi="Calibri" w:cs="Arial"/>
                <w:b/>
                <w:sz w:val="20"/>
              </w:rPr>
            </w:pPr>
          </w:p>
          <w:p w:rsidR="00733F6E" w:rsidRDefault="00805059" w:rsidP="00FE705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Service :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122AE">
              <w:rPr>
                <w:rFonts w:ascii="Calibri" w:hAnsi="Calibri"/>
                <w:b/>
                <w:sz w:val="20"/>
                <w:szCs w:val="20"/>
              </w:rPr>
              <w:t>USN1</w:t>
            </w:r>
            <w:r w:rsidR="00733F6E">
              <w:rPr>
                <w:rFonts w:ascii="Calibri" w:hAnsi="Calibri"/>
                <w:b/>
                <w:sz w:val="20"/>
                <w:szCs w:val="20"/>
              </w:rPr>
              <w:t xml:space="preserve"> (Unité Sanitaire Niveau 1)</w:t>
            </w:r>
            <w:r w:rsidR="00D122AE" w:rsidRPr="002103D9">
              <w:rPr>
                <w:rFonts w:ascii="Calibri" w:hAnsi="Calibri"/>
                <w:b/>
                <w:sz w:val="20"/>
                <w:szCs w:val="20"/>
              </w:rPr>
              <w:t>/SMPR</w:t>
            </w:r>
            <w:r w:rsidR="00733F6E">
              <w:rPr>
                <w:rFonts w:ascii="Calibri" w:hAnsi="Calibri"/>
                <w:b/>
                <w:sz w:val="20"/>
                <w:szCs w:val="20"/>
              </w:rPr>
              <w:t xml:space="preserve"> (Servic</w:t>
            </w:r>
            <w:r w:rsidR="00532929">
              <w:rPr>
                <w:rFonts w:ascii="Calibri" w:hAnsi="Calibri"/>
                <w:b/>
                <w:sz w:val="20"/>
                <w:szCs w:val="20"/>
              </w:rPr>
              <w:t>e Médico Psychologique Régional</w:t>
            </w:r>
            <w:r w:rsidR="00733F6E">
              <w:rPr>
                <w:rFonts w:ascii="Calibri" w:hAnsi="Calibri"/>
                <w:b/>
                <w:sz w:val="20"/>
                <w:szCs w:val="20"/>
              </w:rPr>
              <w:t>)</w:t>
            </w:r>
          </w:p>
          <w:p w:rsidR="00805059" w:rsidRDefault="00D122AE" w:rsidP="00FE705E">
            <w:pPr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>E</w:t>
            </w:r>
            <w:r w:rsidR="00805059">
              <w:rPr>
                <w:rFonts w:ascii="Calibri" w:hAnsi="Calibri"/>
                <w:sz w:val="20"/>
                <w:szCs w:val="20"/>
              </w:rPr>
              <w:t xml:space="preserve">tablissement 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>P</w:t>
            </w:r>
            <w:r w:rsidR="00805059">
              <w:rPr>
                <w:rFonts w:ascii="Calibri" w:hAnsi="Calibri"/>
                <w:sz w:val="20"/>
                <w:szCs w:val="20"/>
              </w:rPr>
              <w:t xml:space="preserve">énitentiaire pour 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>M</w:t>
            </w:r>
            <w:r w:rsidR="00805059">
              <w:rPr>
                <w:rFonts w:ascii="Calibri" w:hAnsi="Calibri"/>
                <w:sz w:val="20"/>
                <w:szCs w:val="20"/>
              </w:rPr>
              <w:t>ineur</w:t>
            </w:r>
            <w:r w:rsidR="00FD3AEA">
              <w:rPr>
                <w:rFonts w:ascii="Calibri" w:hAnsi="Calibri"/>
                <w:sz w:val="20"/>
                <w:szCs w:val="20"/>
              </w:rPr>
              <w:t>s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 xml:space="preserve"> du Rhône</w:t>
            </w:r>
          </w:p>
          <w:p w:rsidR="00805059" w:rsidRDefault="00805059" w:rsidP="00FE705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</w:t>
            </w:r>
          </w:p>
          <w:p w:rsidR="00805059" w:rsidRDefault="00805059" w:rsidP="00FE705E">
            <w:pPr>
              <w:rPr>
                <w:rFonts w:ascii="Calibri" w:hAnsi="Calibri"/>
                <w:sz w:val="20"/>
              </w:rPr>
            </w:pPr>
          </w:p>
        </w:tc>
      </w:tr>
    </w:tbl>
    <w:p w:rsidR="00805059" w:rsidRDefault="00805059" w:rsidP="00805059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91204C">
        <w:trPr>
          <w:trHeight w:val="31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 w:rsidP="00FE705E">
            <w:pPr>
              <w:rPr>
                <w:rFonts w:ascii="Calibri" w:hAnsi="Calibri" w:cs="Arial"/>
                <w:b/>
                <w:sz w:val="20"/>
              </w:rPr>
            </w:pPr>
          </w:p>
          <w:p w:rsidR="00805059" w:rsidRPr="006936F6" w:rsidRDefault="00805059" w:rsidP="00FE705E">
            <w:pPr>
              <w:rPr>
                <w:rFonts w:ascii="Calibri" w:hAnsi="Calibri" w:cs="Arial"/>
                <w:b/>
                <w:sz w:val="20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UF :</w:t>
            </w:r>
            <w:r w:rsidRPr="002103D9">
              <w:rPr>
                <w:rFonts w:ascii="Calibri" w:hAnsi="Calibri"/>
                <w:sz w:val="20"/>
                <w:szCs w:val="20"/>
              </w:rPr>
              <w:t> </w:t>
            </w:r>
            <w:r w:rsidR="00B04D5A" w:rsidRPr="00B04D5A">
              <w:rPr>
                <w:rFonts w:ascii="Calibri" w:hAnsi="Calibri"/>
                <w:sz w:val="20"/>
                <w:szCs w:val="20"/>
              </w:rPr>
              <w:t>2003</w:t>
            </w:r>
          </w:p>
          <w:p w:rsidR="00805059" w:rsidRDefault="00805059" w:rsidP="00FE705E">
            <w:pPr>
              <w:rPr>
                <w:rFonts w:ascii="Calibri" w:hAnsi="Calibri"/>
                <w:sz w:val="20"/>
              </w:rPr>
            </w:pPr>
          </w:p>
        </w:tc>
      </w:tr>
    </w:tbl>
    <w:p w:rsidR="00805059" w:rsidRDefault="00805059" w:rsidP="00805059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285B2A">
        <w:tc>
          <w:tcPr>
            <w:tcW w:w="9288" w:type="dxa"/>
          </w:tcPr>
          <w:p w:rsidR="005222CE" w:rsidRDefault="005222CE" w:rsidP="00FE705E">
            <w:pPr>
              <w:rPr>
                <w:rFonts w:ascii="Calibri" w:hAnsi="Calibri" w:cs="Arial"/>
                <w:b/>
                <w:sz w:val="20"/>
              </w:rPr>
            </w:pPr>
          </w:p>
          <w:p w:rsidR="00D122AE" w:rsidRPr="00495A18" w:rsidRDefault="00805059" w:rsidP="00FE705E">
            <w:pPr>
              <w:rPr>
                <w:rFonts w:ascii="Calibri" w:hAnsi="Calibri" w:cs="Arial"/>
                <w:b/>
                <w:sz w:val="20"/>
                <w:u w:val="single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Adresse </w:t>
            </w:r>
            <w:r w:rsidRPr="00B04D5A">
              <w:rPr>
                <w:rFonts w:ascii="Calibri" w:hAnsi="Calibri" w:cs="Arial"/>
                <w:b/>
                <w:sz w:val="20"/>
              </w:rPr>
              <w:t>:</w:t>
            </w:r>
            <w:r w:rsidR="00B04D5A" w:rsidRPr="00B04D5A">
              <w:rPr>
                <w:rFonts w:ascii="Calibri" w:hAnsi="Calibri" w:cs="Arial"/>
                <w:b/>
                <w:sz w:val="20"/>
              </w:rPr>
              <w:t xml:space="preserve"> EPM du Rhône</w:t>
            </w:r>
          </w:p>
          <w:p w:rsidR="00805059" w:rsidRPr="00B04D5A" w:rsidRDefault="00B04D5A" w:rsidP="00FE705E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 xml:space="preserve"> 1 rue du Rambion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 </w:t>
            </w:r>
            <w:r w:rsidR="00D122AE" w:rsidRPr="002103D9">
              <w:rPr>
                <w:rFonts w:ascii="Calibri" w:hAnsi="Calibri"/>
                <w:sz w:val="20"/>
                <w:szCs w:val="20"/>
              </w:rPr>
              <w:t>BP 90137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122AE" w:rsidRPr="002103D9">
              <w:rPr>
                <w:rFonts w:ascii="Calibri" w:hAnsi="Calibri"/>
                <w:sz w:val="20"/>
                <w:szCs w:val="20"/>
              </w:rPr>
              <w:t>69883 Meyzieu</w:t>
            </w:r>
          </w:p>
          <w:p w:rsidR="005B68DD" w:rsidRDefault="005B68DD" w:rsidP="00FE705E">
            <w:pPr>
              <w:rPr>
                <w:rFonts w:ascii="Calibri" w:hAnsi="Calibri"/>
                <w:sz w:val="20"/>
                <w:szCs w:val="20"/>
              </w:rPr>
            </w:pPr>
          </w:p>
          <w:p w:rsidR="00733F6E" w:rsidRDefault="00D16B51" w:rsidP="00FE705E">
            <w:pPr>
              <w:rPr>
                <w:rFonts w:ascii="Calibri" w:hAnsi="Calibri"/>
                <w:sz w:val="20"/>
                <w:szCs w:val="20"/>
              </w:rPr>
            </w:pPr>
            <w:r w:rsidRPr="00532929">
              <w:rPr>
                <w:rFonts w:ascii="Calibri" w:hAnsi="Calibri"/>
                <w:b/>
                <w:sz w:val="20"/>
                <w:szCs w:val="20"/>
                <w:u w:val="single"/>
              </w:rPr>
              <w:t>Secré</w:t>
            </w:r>
            <w:r w:rsidR="00733F6E" w:rsidRPr="00532929">
              <w:rPr>
                <w:rFonts w:ascii="Calibri" w:hAnsi="Calibri"/>
                <w:b/>
                <w:sz w:val="20"/>
                <w:szCs w:val="20"/>
                <w:u w:val="single"/>
              </w:rPr>
              <w:t>tariat</w:t>
            </w:r>
            <w:r w:rsidR="005B68DD" w:rsidRPr="00532929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Unité sanitaire</w:t>
            </w:r>
            <w:r w:rsidR="00733F6E">
              <w:rPr>
                <w:rFonts w:ascii="Calibri" w:hAnsi="Calibri"/>
                <w:sz w:val="20"/>
                <w:szCs w:val="20"/>
              </w:rPr>
              <w:t xml:space="preserve"> : </w:t>
            </w:r>
          </w:p>
          <w:p w:rsidR="00D16B51" w:rsidRDefault="00B94729" w:rsidP="00FE705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 w:rsidR="00D16B51">
              <w:rPr>
                <w:rFonts w:ascii="Calibri" w:hAnsi="Calibri"/>
                <w:sz w:val="20"/>
              </w:rPr>
              <w:t xml:space="preserve">   04.26.72.92.83</w:t>
            </w:r>
            <w:r w:rsidR="00B04D5A">
              <w:rPr>
                <w:rFonts w:ascii="Calibri" w:hAnsi="Calibri"/>
                <w:sz w:val="20"/>
              </w:rPr>
              <w:t xml:space="preserve"> ou 84</w:t>
            </w:r>
          </w:p>
          <w:p w:rsidR="0069632C" w:rsidRPr="0069632C" w:rsidRDefault="00B94729" w:rsidP="0069632C">
            <w:pPr>
              <w:rPr>
                <w:rFonts w:ascii="Calibri" w:hAnsi="Calibri"/>
                <w:color w:val="0000FF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 xml:space="preserve">                 </w:t>
            </w:r>
            <w:r w:rsidR="005F2DD1">
              <w:rPr>
                <w:rFonts w:ascii="Calibri" w:hAnsi="Calibri"/>
                <w:sz w:val="20"/>
              </w:rPr>
              <w:t>@</w:t>
            </w:r>
            <w:r w:rsidR="0046341C">
              <w:rPr>
                <w:rFonts w:ascii="Calibri" w:hAnsi="Calibri"/>
                <w:sz w:val="20"/>
              </w:rPr>
              <w:t xml:space="preserve">   </w:t>
            </w:r>
            <w:hyperlink r:id="rId8" w:history="1">
              <w:r w:rsidR="0069632C" w:rsidRPr="0069632C">
                <w:rPr>
                  <w:rStyle w:val="Lienhypertexte"/>
                  <w:rFonts w:ascii="Calibri" w:hAnsi="Calibri"/>
                  <w:sz w:val="20"/>
                  <w:u w:val="none"/>
                </w:rPr>
                <w:t>_pole_smdpl_secretariat_epm@ch-le-vinatier.fr</w:t>
              </w:r>
            </w:hyperlink>
          </w:p>
        </w:tc>
      </w:tr>
      <w:tr w:rsidR="00B04D5A" w:rsidTr="00285B2A">
        <w:tc>
          <w:tcPr>
            <w:tcW w:w="9288" w:type="dxa"/>
          </w:tcPr>
          <w:p w:rsidR="00B04D5A" w:rsidRDefault="00B04D5A" w:rsidP="00FE705E">
            <w:pPr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805059" w:rsidRDefault="00805059" w:rsidP="00805059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FE705E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 w:rsidP="00FE705E">
            <w:pPr>
              <w:rPr>
                <w:rFonts w:ascii="Calibri" w:hAnsi="Calibri" w:cs="Arial"/>
                <w:b/>
                <w:sz w:val="20"/>
              </w:rPr>
            </w:pPr>
          </w:p>
          <w:p w:rsidR="00805059" w:rsidRPr="00495A18" w:rsidRDefault="00805059" w:rsidP="00FE705E">
            <w:pPr>
              <w:rPr>
                <w:rFonts w:ascii="Calibri" w:hAnsi="Calibri" w:cs="Arial"/>
                <w:sz w:val="20"/>
                <w:u w:val="single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Equipe médicale</w:t>
            </w:r>
            <w:r w:rsidRPr="00495A18">
              <w:rPr>
                <w:rFonts w:ascii="Calibri" w:hAnsi="Calibri" w:cs="Arial"/>
                <w:sz w:val="20"/>
                <w:u w:val="single"/>
              </w:rPr>
              <w:t xml:space="preserve"> :     </w:t>
            </w:r>
          </w:p>
          <w:p w:rsidR="00805059" w:rsidRDefault="00805059" w:rsidP="00062428">
            <w:pPr>
              <w:numPr>
                <w:ilvl w:val="0"/>
                <w:numId w:val="2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Ch</w:t>
            </w:r>
            <w:r w:rsidR="00D122AE">
              <w:rPr>
                <w:rFonts w:ascii="Calibri" w:hAnsi="Calibri" w:cs="Arial"/>
                <w:sz w:val="20"/>
              </w:rPr>
              <w:t xml:space="preserve">ef de pôle : </w:t>
            </w:r>
            <w:r w:rsidR="00D1178D" w:rsidRPr="002103D9">
              <w:rPr>
                <w:rFonts w:ascii="Calibri" w:hAnsi="Calibri"/>
                <w:sz w:val="20"/>
                <w:szCs w:val="20"/>
              </w:rPr>
              <w:t>D</w:t>
            </w:r>
            <w:r w:rsidR="00D122AE">
              <w:rPr>
                <w:rFonts w:ascii="Calibri" w:hAnsi="Calibri"/>
                <w:sz w:val="20"/>
                <w:szCs w:val="20"/>
              </w:rPr>
              <w:t>octeu</w:t>
            </w:r>
            <w:r w:rsidR="00D1178D" w:rsidRPr="002103D9">
              <w:rPr>
                <w:rFonts w:ascii="Calibri" w:hAnsi="Calibri"/>
                <w:sz w:val="20"/>
                <w:szCs w:val="20"/>
              </w:rPr>
              <w:t>r G</w:t>
            </w:r>
            <w:r w:rsidR="00D1178D">
              <w:rPr>
                <w:rFonts w:ascii="Calibri" w:hAnsi="Calibri"/>
                <w:sz w:val="20"/>
                <w:szCs w:val="20"/>
              </w:rPr>
              <w:t>IRET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Guillaume</w:t>
            </w:r>
            <w:r>
              <w:rPr>
                <w:rFonts w:ascii="Calibri" w:hAnsi="Calibri" w:cs="Arial"/>
                <w:sz w:val="20"/>
              </w:rPr>
              <w:t xml:space="preserve"> </w:t>
            </w:r>
          </w:p>
          <w:p w:rsidR="00805059" w:rsidRPr="00847667" w:rsidRDefault="00805059" w:rsidP="00062428">
            <w:pPr>
              <w:numPr>
                <w:ilvl w:val="0"/>
                <w:numId w:val="2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Responsable de Service :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Docteur SAUTEREAU Marie</w:t>
            </w:r>
          </w:p>
          <w:p w:rsidR="00285B2A" w:rsidRPr="00E504D5" w:rsidRDefault="00805059" w:rsidP="00285B2A">
            <w:pPr>
              <w:numPr>
                <w:ilvl w:val="0"/>
                <w:numId w:val="2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Responsable UF </w:t>
            </w:r>
            <w:r w:rsidRPr="00D122AE">
              <w:rPr>
                <w:rFonts w:ascii="Calibri" w:hAnsi="Calibri"/>
                <w:color w:val="FF0000"/>
                <w:sz w:val="20"/>
                <w:szCs w:val="20"/>
              </w:rPr>
              <w:t>:</w:t>
            </w:r>
            <w:r w:rsidR="00D122AE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="00733F6E">
              <w:rPr>
                <w:rFonts w:ascii="Calibri" w:hAnsi="Calibri"/>
                <w:sz w:val="20"/>
                <w:szCs w:val="20"/>
              </w:rPr>
              <w:t>Docteur MEUNIER Frederic</w:t>
            </w:r>
          </w:p>
          <w:p w:rsidR="00E504D5" w:rsidRPr="00285B2A" w:rsidRDefault="00E504D5" w:rsidP="00E504D5">
            <w:pPr>
              <w:tabs>
                <w:tab w:val="left" w:pos="1755"/>
              </w:tabs>
              <w:ind w:left="720"/>
              <w:rPr>
                <w:rFonts w:ascii="Calibri" w:hAnsi="Calibri"/>
                <w:sz w:val="20"/>
              </w:rPr>
            </w:pPr>
          </w:p>
        </w:tc>
      </w:tr>
    </w:tbl>
    <w:p w:rsidR="00805059" w:rsidRDefault="00805059" w:rsidP="00805059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05059" w:rsidTr="00D81620">
        <w:trPr>
          <w:trHeight w:val="89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EE" w:rsidRDefault="00441BEE" w:rsidP="00FE705E">
            <w:pPr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805059" w:rsidRPr="00495A18" w:rsidRDefault="00805059" w:rsidP="00FE705E">
            <w:pPr>
              <w:rPr>
                <w:rFonts w:ascii="Calibri" w:hAnsi="Calibri" w:cs="Arial"/>
                <w:b/>
                <w:sz w:val="20"/>
                <w:u w:val="single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Encadrement de Santé</w:t>
            </w:r>
          </w:p>
          <w:p w:rsidR="00805059" w:rsidRDefault="001C26A1" w:rsidP="00062428">
            <w:pPr>
              <w:numPr>
                <w:ilvl w:val="0"/>
                <w:numId w:val="2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Cadre Supérieur de santé</w:t>
            </w:r>
            <w:r w:rsidR="00805059">
              <w:rPr>
                <w:rFonts w:ascii="Calibri" w:hAnsi="Calibri" w:cs="Arial"/>
                <w:sz w:val="20"/>
              </w:rPr>
              <w:t> :</w:t>
            </w:r>
            <w:r w:rsidR="001B24EF">
              <w:rPr>
                <w:rFonts w:ascii="Calibri" w:hAnsi="Calibri" w:cs="Arial"/>
                <w:sz w:val="20"/>
              </w:rPr>
              <w:t xml:space="preserve"> Monsieur</w:t>
            </w:r>
            <w:r w:rsidR="00D1178D">
              <w:rPr>
                <w:rFonts w:ascii="Calibri" w:hAnsi="Calibri"/>
                <w:sz w:val="20"/>
                <w:szCs w:val="20"/>
              </w:rPr>
              <w:t xml:space="preserve"> LOUCHARD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Remy</w:t>
            </w:r>
          </w:p>
          <w:p w:rsidR="00805059" w:rsidRDefault="00D122AE" w:rsidP="00FE705E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</w:t>
            </w:r>
            <w:r w:rsidR="00805059">
              <w:rPr>
                <w:rFonts w:ascii="Calibri" w:hAnsi="Calibri" w:cs="Arial"/>
                <w:sz w:val="20"/>
              </w:rPr>
              <w:t xml:space="preserve"> </w:t>
            </w:r>
            <w:r w:rsidR="00805059"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 w:rsidR="009C2D31">
              <w:rPr>
                <w:rFonts w:ascii="Calibri" w:hAnsi="Calibri" w:cs="Arial"/>
                <w:sz w:val="20"/>
              </w:rPr>
              <w:t> </w:t>
            </w:r>
            <w:r w:rsidR="00805059">
              <w:rPr>
                <w:rFonts w:ascii="Calibri" w:hAnsi="Calibri" w:cs="Arial"/>
                <w:sz w:val="20"/>
              </w:rPr>
              <w:t xml:space="preserve"> </w:t>
            </w:r>
            <w:r w:rsidR="009C2D31">
              <w:rPr>
                <w:rFonts w:ascii="Calibri" w:hAnsi="Calibri"/>
                <w:sz w:val="20"/>
                <w:szCs w:val="20"/>
              </w:rPr>
              <w:t>04.37.91.51.67</w:t>
            </w:r>
          </w:p>
          <w:p w:rsidR="00805059" w:rsidRDefault="00D122AE" w:rsidP="00FE705E">
            <w:pPr>
              <w:ind w:left="3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</w:t>
            </w:r>
            <w:r w:rsidR="009C2D31">
              <w:rPr>
                <w:rFonts w:ascii="Calibri" w:hAnsi="Calibri" w:cs="Arial"/>
                <w:sz w:val="20"/>
              </w:rPr>
              <w:t xml:space="preserve"> @ 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hyperlink r:id="rId9" w:history="1">
              <w:r w:rsidR="00D1178D" w:rsidRPr="00104AA3">
                <w:rPr>
                  <w:rStyle w:val="Lienhypertexte"/>
                  <w:rFonts w:ascii="Calibri" w:hAnsi="Calibri"/>
                  <w:sz w:val="20"/>
                  <w:szCs w:val="20"/>
                </w:rPr>
                <w:t>remy.louchard@ch-le-vinatier.fr</w:t>
              </w:r>
            </w:hyperlink>
            <w:r w:rsidR="00805059"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0505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05059" w:rsidRDefault="00805059" w:rsidP="00062428">
            <w:pPr>
              <w:numPr>
                <w:ilvl w:val="0"/>
                <w:numId w:val="2"/>
              </w:num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Ca</w:t>
            </w:r>
            <w:r w:rsidR="00D16B51">
              <w:rPr>
                <w:rFonts w:ascii="Calibri" w:hAnsi="Calibri" w:cs="Arial"/>
                <w:sz w:val="20"/>
              </w:rPr>
              <w:t>dre de santé</w:t>
            </w:r>
            <w:r>
              <w:rPr>
                <w:rFonts w:ascii="Calibri" w:hAnsi="Calibri" w:cs="Arial"/>
                <w:sz w:val="20"/>
              </w:rPr>
              <w:t> :</w:t>
            </w:r>
            <w:r w:rsidR="00D122A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B24EF">
              <w:rPr>
                <w:rFonts w:ascii="Calibri" w:hAnsi="Calibri"/>
                <w:sz w:val="20"/>
                <w:szCs w:val="20"/>
              </w:rPr>
              <w:t xml:space="preserve">Madame </w:t>
            </w:r>
            <w:r w:rsidR="00D122AE">
              <w:rPr>
                <w:rFonts w:ascii="Calibri" w:hAnsi="Calibri"/>
                <w:sz w:val="20"/>
                <w:szCs w:val="20"/>
              </w:rPr>
              <w:t>DIGONNET Fanny</w:t>
            </w:r>
          </w:p>
          <w:p w:rsidR="00805059" w:rsidRDefault="00805059" w:rsidP="00FE705E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</w:t>
            </w:r>
            <w:r w:rsidR="00D122AE">
              <w:rPr>
                <w:rFonts w:ascii="Calibri" w:hAnsi="Calibri" w:cs="Arial"/>
                <w:sz w:val="20"/>
              </w:rPr>
              <w:t xml:space="preserve">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 w:rsidR="009C2D31">
              <w:rPr>
                <w:rFonts w:ascii="Calibri" w:hAnsi="Calibri" w:cs="Arial"/>
                <w:sz w:val="20"/>
              </w:rPr>
              <w:t> 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2103D9">
              <w:rPr>
                <w:rFonts w:ascii="Calibri" w:hAnsi="Calibri"/>
                <w:sz w:val="20"/>
                <w:szCs w:val="20"/>
              </w:rPr>
              <w:t>06.69.72.65.50</w:t>
            </w:r>
          </w:p>
          <w:p w:rsidR="00441BEE" w:rsidRPr="00285B2A" w:rsidRDefault="00D122AE" w:rsidP="00285B2A">
            <w:pPr>
              <w:tabs>
                <w:tab w:val="left" w:pos="165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lastRenderedPageBreak/>
              <w:t xml:space="preserve">               </w:t>
            </w:r>
            <w:r w:rsidR="009C2D31">
              <w:rPr>
                <w:rFonts w:ascii="Calibri" w:hAnsi="Calibri" w:cs="Arial"/>
                <w:sz w:val="20"/>
              </w:rPr>
              <w:t xml:space="preserve"> @ </w:t>
            </w:r>
            <w:r w:rsidR="00805059">
              <w:rPr>
                <w:rFonts w:ascii="Calibri" w:hAnsi="Calibri"/>
                <w:sz w:val="20"/>
              </w:rPr>
              <w:t> </w:t>
            </w:r>
            <w:hyperlink r:id="rId10" w:history="1">
              <w:r w:rsidR="00441BEE" w:rsidRPr="00E47D5C">
                <w:rPr>
                  <w:rStyle w:val="Lienhypertexte"/>
                  <w:rFonts w:ascii="Calibri" w:hAnsi="Calibri"/>
                  <w:sz w:val="20"/>
                  <w:szCs w:val="20"/>
                </w:rPr>
                <w:t>fanny.digonnet@ch-le-vinatier.fr</w:t>
              </w:r>
            </w:hyperlink>
          </w:p>
        </w:tc>
      </w:tr>
    </w:tbl>
    <w:p w:rsidR="004D049A" w:rsidRDefault="004D049A" w:rsidP="004D049A">
      <w:pPr>
        <w:rPr>
          <w:rFonts w:ascii="Book Antiqua" w:hAnsi="Book Antiqua"/>
        </w:rPr>
      </w:pPr>
    </w:p>
    <w:p w:rsidR="00EE5584" w:rsidRDefault="00EE5584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805059">
        <w:trPr>
          <w:trHeight w:val="7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>
            <w:pPr>
              <w:rPr>
                <w:rFonts w:ascii="Calibri" w:hAnsi="Calibri" w:cs="Arial"/>
                <w:b/>
                <w:sz w:val="20"/>
              </w:rPr>
            </w:pPr>
          </w:p>
          <w:p w:rsidR="004D049A" w:rsidRPr="00495A18" w:rsidRDefault="004D049A">
            <w:pPr>
              <w:rPr>
                <w:rFonts w:ascii="Calibri" w:hAnsi="Calibri" w:cs="Arial"/>
                <w:b/>
                <w:sz w:val="20"/>
                <w:u w:val="single"/>
              </w:rPr>
            </w:pPr>
            <w:r w:rsidRPr="00495A18">
              <w:rPr>
                <w:rFonts w:ascii="Calibri" w:hAnsi="Calibri" w:cs="Arial"/>
                <w:b/>
                <w:sz w:val="20"/>
                <w:u w:val="single"/>
              </w:rPr>
              <w:t>Autres intervenants :</w:t>
            </w:r>
          </w:p>
          <w:p w:rsidR="00805059" w:rsidRDefault="00B2039B" w:rsidP="00805059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Equipe infirmière</w:t>
            </w:r>
            <w:r w:rsidR="00D122AE">
              <w:rPr>
                <w:rFonts w:ascii="Calibri" w:hAnsi="Calibri" w:cs="Arial"/>
                <w:sz w:val="20"/>
              </w:rPr>
              <w:t xml:space="preserve"> : </w:t>
            </w:r>
            <w:r w:rsidR="00495A18">
              <w:rPr>
                <w:rFonts w:ascii="Calibri" w:hAnsi="Calibri" w:cs="Arial"/>
                <w:sz w:val="20"/>
              </w:rPr>
              <w:t xml:space="preserve">Madame </w:t>
            </w:r>
            <w:r w:rsidR="00D122AE">
              <w:rPr>
                <w:rFonts w:ascii="Calibri" w:hAnsi="Calibri" w:cs="Arial"/>
                <w:sz w:val="20"/>
              </w:rPr>
              <w:t xml:space="preserve">REDJALINE Nabila, </w:t>
            </w:r>
            <w:r w:rsidR="00495A18">
              <w:rPr>
                <w:rFonts w:ascii="Calibri" w:hAnsi="Calibri" w:cs="Arial"/>
                <w:sz w:val="20"/>
              </w:rPr>
              <w:t xml:space="preserve">Madame </w:t>
            </w:r>
            <w:r w:rsidR="00D122AE">
              <w:rPr>
                <w:rFonts w:ascii="Calibri" w:hAnsi="Calibri" w:cs="Arial"/>
                <w:sz w:val="20"/>
              </w:rPr>
              <w:t xml:space="preserve">AUDAS Carine, </w:t>
            </w:r>
            <w:r w:rsidR="00495A18">
              <w:rPr>
                <w:rFonts w:ascii="Calibri" w:hAnsi="Calibri" w:cs="Arial"/>
                <w:sz w:val="20"/>
              </w:rPr>
              <w:t xml:space="preserve">Monsieur </w:t>
            </w:r>
            <w:r w:rsidR="00D122AE">
              <w:rPr>
                <w:rFonts w:ascii="Calibri" w:hAnsi="Calibri" w:cs="Arial"/>
                <w:sz w:val="20"/>
              </w:rPr>
              <w:t>ILGHET Aziz</w:t>
            </w:r>
          </w:p>
          <w:p w:rsidR="00B2039B" w:rsidRDefault="0037670E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Psychiatre : Docteur MEUNIER Frédéric, Docteur BISSUEL Yves</w:t>
            </w:r>
            <w:r w:rsidR="00495A18">
              <w:rPr>
                <w:rFonts w:ascii="Calibri" w:hAnsi="Calibri" w:cs="Arial"/>
                <w:sz w:val="20"/>
              </w:rPr>
              <w:t>-Michel</w:t>
            </w:r>
          </w:p>
          <w:p w:rsidR="0037670E" w:rsidRDefault="0037670E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Psychologue : Madame FURTOS Sarah</w:t>
            </w:r>
          </w:p>
          <w:p w:rsidR="0037670E" w:rsidRDefault="0037670E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Médecin Généraliste</w:t>
            </w:r>
            <w:r w:rsidR="00C215B7">
              <w:rPr>
                <w:rFonts w:ascii="Calibri" w:hAnsi="Calibri" w:cs="Arial"/>
                <w:sz w:val="20"/>
              </w:rPr>
              <w:t xml:space="preserve"> (HCL)</w:t>
            </w:r>
            <w:r>
              <w:rPr>
                <w:rFonts w:ascii="Calibri" w:hAnsi="Calibri" w:cs="Arial"/>
                <w:sz w:val="20"/>
              </w:rPr>
              <w:t> : Docteur NACHBRAND Sarah</w:t>
            </w:r>
          </w:p>
          <w:p w:rsidR="0037670E" w:rsidRDefault="0037670E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Diététicien</w:t>
            </w:r>
            <w:r w:rsidR="00C215B7">
              <w:rPr>
                <w:rFonts w:ascii="Calibri" w:hAnsi="Calibri" w:cs="Arial"/>
                <w:sz w:val="20"/>
              </w:rPr>
              <w:t xml:space="preserve"> (HCL)</w:t>
            </w:r>
            <w:r>
              <w:rPr>
                <w:rFonts w:ascii="Calibri" w:hAnsi="Calibri" w:cs="Arial"/>
                <w:sz w:val="20"/>
              </w:rPr>
              <w:t> : Monsieur PERRIN Luc</w:t>
            </w:r>
          </w:p>
          <w:p w:rsidR="00EE06E6" w:rsidRDefault="00EE06E6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Dentiste</w:t>
            </w:r>
            <w:r w:rsidR="00C215B7">
              <w:rPr>
                <w:rFonts w:ascii="Calibri" w:hAnsi="Calibri" w:cs="Arial"/>
                <w:sz w:val="20"/>
              </w:rPr>
              <w:t xml:space="preserve"> (HCL)</w:t>
            </w:r>
            <w:r>
              <w:rPr>
                <w:rFonts w:ascii="Calibri" w:hAnsi="Calibri" w:cs="Arial"/>
                <w:sz w:val="20"/>
              </w:rPr>
              <w:t> :</w:t>
            </w:r>
            <w:r w:rsidR="001E4032">
              <w:rPr>
                <w:rFonts w:ascii="Calibri" w:hAnsi="Calibri" w:cs="Arial"/>
                <w:sz w:val="20"/>
              </w:rPr>
              <w:t xml:space="preserve"> Docteur DELIKAN</w:t>
            </w:r>
            <w:r w:rsidR="00FD3AEA">
              <w:rPr>
                <w:rFonts w:ascii="Calibri" w:hAnsi="Calibri" w:cs="Arial"/>
                <w:sz w:val="20"/>
              </w:rPr>
              <w:t xml:space="preserve"> Ibrahim</w:t>
            </w:r>
          </w:p>
          <w:p w:rsidR="00FD3AEA" w:rsidRDefault="00FD3AEA" w:rsidP="0037670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Assistante dentaire </w:t>
            </w:r>
            <w:r w:rsidR="00C215B7">
              <w:rPr>
                <w:rFonts w:ascii="Calibri" w:hAnsi="Calibri" w:cs="Arial"/>
                <w:sz w:val="20"/>
              </w:rPr>
              <w:t xml:space="preserve">(HCL) </w:t>
            </w:r>
            <w:r w:rsidR="00CC651F">
              <w:rPr>
                <w:rFonts w:ascii="Calibri" w:hAnsi="Calibri" w:cs="Arial"/>
                <w:sz w:val="20"/>
              </w:rPr>
              <w:t xml:space="preserve">: </w:t>
            </w:r>
            <w:r w:rsidR="00495A18">
              <w:rPr>
                <w:rFonts w:ascii="Calibri" w:hAnsi="Calibri" w:cs="Arial"/>
                <w:sz w:val="20"/>
              </w:rPr>
              <w:t xml:space="preserve">Madame </w:t>
            </w:r>
            <w:r w:rsidR="00CC651F">
              <w:rPr>
                <w:rFonts w:ascii="Calibri" w:hAnsi="Calibri" w:cs="Arial"/>
                <w:sz w:val="20"/>
              </w:rPr>
              <w:t>BUSSETTA</w:t>
            </w:r>
            <w:r w:rsidR="00945932">
              <w:rPr>
                <w:rFonts w:ascii="Calibri" w:hAnsi="Calibri" w:cs="Arial"/>
                <w:sz w:val="20"/>
              </w:rPr>
              <w:t xml:space="preserve"> Florence</w:t>
            </w:r>
          </w:p>
          <w:p w:rsidR="005222CE" w:rsidRDefault="00945932" w:rsidP="0037670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CSAPA (Centre de Soin, d’Accompagnement et de Prévention en Addictologie)</w:t>
            </w:r>
          </w:p>
          <w:p w:rsidR="002B69DF" w:rsidRDefault="002B69DF" w:rsidP="0037670E">
            <w:pPr>
              <w:rPr>
                <w:rFonts w:ascii="Calibri" w:hAnsi="Calibri"/>
                <w:sz w:val="20"/>
              </w:rPr>
            </w:pP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0A16C1">
        <w:trPr>
          <w:trHeight w:val="656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CE" w:rsidRDefault="005222CE" w:rsidP="00805059">
            <w:pPr>
              <w:rPr>
                <w:rFonts w:ascii="Calibri" w:hAnsi="Calibri" w:cs="Arial"/>
                <w:b/>
                <w:sz w:val="20"/>
              </w:rPr>
            </w:pPr>
          </w:p>
          <w:p w:rsidR="000A16C1" w:rsidRPr="00495A18" w:rsidRDefault="00846E75" w:rsidP="00805059">
            <w:pPr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495A18">
              <w:rPr>
                <w:rFonts w:ascii="Calibri" w:hAnsi="Calibri" w:cs="Arial"/>
                <w:b/>
                <w:sz w:val="22"/>
                <w:szCs w:val="22"/>
                <w:u w:val="single"/>
              </w:rPr>
              <w:t>Spécial</w:t>
            </w:r>
            <w:r w:rsidR="00CE553C" w:rsidRPr="00495A18">
              <w:rPr>
                <w:rFonts w:ascii="Calibri" w:hAnsi="Calibri" w:cs="Arial"/>
                <w:b/>
                <w:sz w:val="22"/>
                <w:szCs w:val="22"/>
                <w:u w:val="single"/>
              </w:rPr>
              <w:t>ités</w:t>
            </w:r>
          </w:p>
          <w:p w:rsidR="00A462C5" w:rsidRDefault="00945932" w:rsidP="00D81620">
            <w:pPr>
              <w:numPr>
                <w:ilvl w:val="0"/>
                <w:numId w:val="21"/>
              </w:num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Prise en charge sanitaire (psychiatrique et somatique) de patients min</w:t>
            </w:r>
            <w:r w:rsidR="00FD49D1">
              <w:rPr>
                <w:rFonts w:ascii="Calibri" w:hAnsi="Calibri"/>
                <w:b/>
                <w:sz w:val="20"/>
              </w:rPr>
              <w:t>eurs détenus en milieu carcéral</w:t>
            </w:r>
          </w:p>
          <w:p w:rsidR="00087B1D" w:rsidRPr="000A16C1" w:rsidRDefault="00087B1D" w:rsidP="00087B1D">
            <w:pPr>
              <w:ind w:left="360"/>
              <w:rPr>
                <w:rFonts w:ascii="Calibri" w:hAnsi="Calibri"/>
                <w:b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462C5" w:rsidTr="00144140">
        <w:trPr>
          <w:trHeight w:val="7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9B" w:rsidRDefault="008F249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A462C5" w:rsidRPr="00495A18" w:rsidRDefault="00846E75">
            <w:pPr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495A18">
              <w:rPr>
                <w:rFonts w:ascii="Calibri" w:hAnsi="Calibri" w:cs="Arial"/>
                <w:b/>
                <w:sz w:val="22"/>
                <w:szCs w:val="22"/>
                <w:u w:val="single"/>
              </w:rPr>
              <w:t>Population accueillie </w:t>
            </w:r>
          </w:p>
          <w:p w:rsidR="00805059" w:rsidRPr="00B2039B" w:rsidRDefault="00E323BB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Mineurs détenus de 13 à 18 ans</w:t>
            </w:r>
          </w:p>
          <w:p w:rsidR="00A462C5" w:rsidRPr="00B2039B" w:rsidRDefault="00A462C5" w:rsidP="00B2039B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5222CE">
        <w:trPr>
          <w:trHeight w:val="12846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9B" w:rsidRDefault="008F249B" w:rsidP="00144140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222CE" w:rsidRDefault="005F628E" w:rsidP="00144140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>Pathologies</w:t>
            </w:r>
            <w:r w:rsidR="00144140"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 Psychiatriques</w:t>
            </w:r>
          </w:p>
          <w:p w:rsidR="00A462C5" w:rsidRPr="00846E75" w:rsidRDefault="00144140" w:rsidP="00144140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> </w:t>
            </w:r>
          </w:p>
          <w:p w:rsidR="00144140" w:rsidRPr="00144140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neuro</w:t>
            </w:r>
            <w:r w:rsidR="00846E75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 xml:space="preserve">développementaux </w:t>
            </w:r>
            <w:r w:rsidR="00144140" w:rsidRPr="00144140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5B210D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du spectre de la schizophrénie et autres troubles psychotiques</w:t>
            </w:r>
          </w:p>
          <w:p w:rsidR="00294F06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bipolaires et connexes</w:t>
            </w:r>
          </w:p>
          <w:p w:rsidR="005B210D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dépressifs</w:t>
            </w:r>
          </w:p>
          <w:p w:rsidR="00294F06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anxieux</w:t>
            </w:r>
          </w:p>
          <w:p w:rsidR="00294F06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liés au traumatisme et au stress</w:t>
            </w:r>
          </w:p>
          <w:p w:rsidR="00294F06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dissociatifs</w:t>
            </w:r>
          </w:p>
          <w:p w:rsidR="00294F06" w:rsidRDefault="00294F06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de l’alternance sommeil-veille</w:t>
            </w:r>
          </w:p>
          <w:p w:rsidR="00294F06" w:rsidRDefault="000565AC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disruptifs du contrôle des impulsions et des conduites</w:t>
            </w:r>
          </w:p>
          <w:p w:rsidR="000565AC" w:rsidRDefault="000565AC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liés à une substance et troubles addictifs</w:t>
            </w:r>
          </w:p>
          <w:p w:rsidR="000565AC" w:rsidRDefault="000565AC" w:rsidP="00062428">
            <w:pPr>
              <w:numPr>
                <w:ilvl w:val="0"/>
                <w:numId w:val="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Troubles de la personnalité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5222CE" w:rsidRDefault="005222CE" w:rsidP="005222CE">
            <w:pPr>
              <w:ind w:left="720"/>
              <w:rPr>
                <w:rFonts w:ascii="Calibri" w:hAnsi="Calibri"/>
                <w:sz w:val="20"/>
                <w:szCs w:val="20"/>
              </w:rPr>
            </w:pPr>
          </w:p>
          <w:p w:rsidR="005B210D" w:rsidRDefault="000565AC" w:rsidP="000565A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46E75">
              <w:rPr>
                <w:rFonts w:ascii="Calibri" w:hAnsi="Calibri"/>
                <w:b/>
                <w:sz w:val="22"/>
                <w:szCs w:val="22"/>
              </w:rPr>
              <w:t>Pathologies somatiques </w:t>
            </w:r>
          </w:p>
          <w:p w:rsidR="005222CE" w:rsidRDefault="005222CE" w:rsidP="000565AC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EE06E6" w:rsidRPr="00C215B7" w:rsidRDefault="00E323BB" w:rsidP="00062428">
            <w:pPr>
              <w:numPr>
                <w:ilvl w:val="0"/>
                <w:numId w:val="18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C215B7">
              <w:rPr>
                <w:rFonts w:ascii="Calibri" w:hAnsi="Calibri"/>
                <w:sz w:val="20"/>
                <w:szCs w:val="20"/>
              </w:rPr>
              <w:t>Toute pathologie somatique</w:t>
            </w:r>
          </w:p>
          <w:p w:rsidR="005222CE" w:rsidRDefault="005222CE" w:rsidP="005222CE">
            <w:pPr>
              <w:rPr>
                <w:rFonts w:ascii="Calibri" w:hAnsi="Calibri"/>
                <w:sz w:val="20"/>
                <w:szCs w:val="20"/>
              </w:rPr>
            </w:pPr>
          </w:p>
          <w:p w:rsidR="000565AC" w:rsidRDefault="005222CE" w:rsidP="00F2340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Projet de soin </w:t>
            </w:r>
            <w:r w:rsidR="00F2340F">
              <w:rPr>
                <w:rFonts w:ascii="Calibri" w:hAnsi="Calibri"/>
                <w:b/>
                <w:sz w:val="22"/>
                <w:szCs w:val="22"/>
              </w:rPr>
              <w:t>pluri professionnel</w:t>
            </w:r>
          </w:p>
          <w:p w:rsidR="00F2340F" w:rsidRDefault="00F2340F" w:rsidP="00F2340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222CE" w:rsidRDefault="005222CE" w:rsidP="00062428">
            <w:pPr>
              <w:numPr>
                <w:ilvl w:val="0"/>
                <w:numId w:val="18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>Projet médical</w:t>
            </w:r>
            <w:r w:rsidRPr="00846E75">
              <w:rPr>
                <w:rFonts w:ascii="Calibri" w:hAnsi="Calibri"/>
                <w:b/>
                <w:sz w:val="22"/>
                <w:szCs w:val="22"/>
              </w:rPr>
              <w:t> </w:t>
            </w:r>
          </w:p>
          <w:p w:rsidR="00367D4C" w:rsidRDefault="00367D4C" w:rsidP="00367D4C">
            <w:pPr>
              <w:ind w:left="720"/>
              <w:rPr>
                <w:rFonts w:ascii="Calibri" w:hAnsi="Calibri"/>
                <w:b/>
                <w:sz w:val="22"/>
                <w:szCs w:val="22"/>
              </w:rPr>
            </w:pPr>
          </w:p>
          <w:p w:rsidR="005222CE" w:rsidRPr="00367D4C" w:rsidRDefault="00E323BB" w:rsidP="00367D4C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 w:cs="Arial"/>
                <w:sz w:val="20"/>
                <w:szCs w:val="20"/>
              </w:rPr>
            </w:pPr>
            <w:r w:rsidRPr="00367D4C">
              <w:rPr>
                <w:rFonts w:ascii="Calibri" w:hAnsi="Calibri" w:cs="Arial"/>
                <w:sz w:val="20"/>
                <w:szCs w:val="20"/>
              </w:rPr>
              <w:t>Assurer le dépistage des troubles mentaux et des addictions</w:t>
            </w:r>
          </w:p>
          <w:p w:rsidR="005222CE" w:rsidRDefault="005222CE" w:rsidP="00062428">
            <w:pPr>
              <w:numPr>
                <w:ilvl w:val="0"/>
                <w:numId w:val="19"/>
              </w:numPr>
              <w:ind w:right="89"/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Assurer l’accueil, l’évaluation, la mise en place, le s</w:t>
            </w:r>
            <w:r>
              <w:rPr>
                <w:rFonts w:ascii="Calibri" w:hAnsi="Calibri"/>
                <w:sz w:val="20"/>
                <w:szCs w:val="20"/>
              </w:rPr>
              <w:t>uivi et la coordination du projet de soins des mineurs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détenus </w:t>
            </w:r>
          </w:p>
          <w:p w:rsidR="005222CE" w:rsidRDefault="005222CE" w:rsidP="00062428">
            <w:pPr>
              <w:numPr>
                <w:ilvl w:val="0"/>
                <w:numId w:val="19"/>
              </w:numPr>
              <w:ind w:right="89"/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Assurer la continuité de la p</w:t>
            </w:r>
            <w:r>
              <w:rPr>
                <w:rFonts w:ascii="Calibri" w:hAnsi="Calibri"/>
                <w:sz w:val="20"/>
                <w:szCs w:val="20"/>
              </w:rPr>
              <w:t>rise en charge pour les mineurs détenus tant sur le plan psychiatrique que somatique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5222CE" w:rsidRDefault="005222CE" w:rsidP="005222CE">
            <w:pPr>
              <w:ind w:right="89"/>
              <w:rPr>
                <w:rFonts w:ascii="Calibri" w:hAnsi="Calibri"/>
                <w:sz w:val="20"/>
              </w:rPr>
            </w:pPr>
          </w:p>
          <w:p w:rsidR="005222CE" w:rsidRDefault="005222CE" w:rsidP="00062428">
            <w:pPr>
              <w:numPr>
                <w:ilvl w:val="0"/>
                <w:numId w:val="18"/>
              </w:num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Projet de soins infirmiers </w:t>
            </w:r>
          </w:p>
          <w:p w:rsidR="005222CE" w:rsidRPr="00846E75" w:rsidRDefault="005222CE" w:rsidP="005222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222CE" w:rsidRDefault="005222CE" w:rsidP="00F2340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n coordination avec l’équipe médicale et en lien avec le projet de soin du patient, assurer la prise en charge globale de la personne sur trois axes : </w:t>
            </w:r>
          </w:p>
          <w:p w:rsidR="00F2340F" w:rsidRDefault="00F2340F" w:rsidP="00F2340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2CE" w:rsidRDefault="005222CE" w:rsidP="00062428">
            <w:pPr>
              <w:numPr>
                <w:ilvl w:val="0"/>
                <w:numId w:val="20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  <w:u w:val="single"/>
              </w:rPr>
              <w:t>Psychiatrique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> 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Gestion de la crise, soins individualisés et groupaux, tra</w:t>
            </w:r>
            <w:r>
              <w:rPr>
                <w:rFonts w:ascii="Calibri" w:hAnsi="Calibri"/>
                <w:sz w:val="20"/>
                <w:szCs w:val="20"/>
              </w:rPr>
              <w:t>vail de restauration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psychique</w:t>
            </w:r>
            <w:r>
              <w:rPr>
                <w:rFonts w:ascii="Calibri" w:hAnsi="Calibri"/>
                <w:sz w:val="20"/>
                <w:szCs w:val="20"/>
              </w:rPr>
              <w:t>,  repérage des troubles émergeants, éducation thérapeutique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5222CE" w:rsidRDefault="005222CE" w:rsidP="005222CE">
            <w:pPr>
              <w:ind w:left="144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2CE" w:rsidRDefault="005222CE" w:rsidP="00062428">
            <w:pPr>
              <w:numPr>
                <w:ilvl w:val="0"/>
                <w:numId w:val="20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6B6FC9">
              <w:rPr>
                <w:rFonts w:ascii="Calibri" w:hAnsi="Calibri"/>
                <w:sz w:val="20"/>
                <w:szCs w:val="20"/>
                <w:u w:val="single"/>
              </w:rPr>
              <w:t>Somatique</w:t>
            </w:r>
            <w:r w:rsidRPr="006B6FC9">
              <w:rPr>
                <w:rFonts w:ascii="Calibri" w:hAnsi="Calibri"/>
                <w:sz w:val="20"/>
                <w:szCs w:val="20"/>
              </w:rPr>
              <w:t> : prise en charge en coordination av</w:t>
            </w:r>
            <w:r>
              <w:rPr>
                <w:rFonts w:ascii="Calibri" w:hAnsi="Calibri"/>
                <w:sz w:val="20"/>
                <w:szCs w:val="20"/>
              </w:rPr>
              <w:t>ec le médecin généraliste des besoins de santé du jeune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F2340F" w:rsidRDefault="00F2340F" w:rsidP="00F2340F">
            <w:pPr>
              <w:pStyle w:val="Paragraphedeliste"/>
              <w:rPr>
                <w:rFonts w:ascii="Calibri" w:hAnsi="Calibri"/>
                <w:sz w:val="20"/>
                <w:szCs w:val="20"/>
              </w:rPr>
            </w:pPr>
          </w:p>
          <w:p w:rsidR="005222CE" w:rsidRPr="00F2340F" w:rsidRDefault="005222CE" w:rsidP="00062428">
            <w:pPr>
              <w:numPr>
                <w:ilvl w:val="0"/>
                <w:numId w:val="20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B257C2">
              <w:rPr>
                <w:rFonts w:ascii="Calibri" w:hAnsi="Calibri"/>
                <w:sz w:val="20"/>
                <w:szCs w:val="20"/>
                <w:u w:val="single"/>
              </w:rPr>
              <w:t>Social</w:t>
            </w:r>
            <w:r w:rsidR="00B257C2" w:rsidRPr="00B257C2">
              <w:rPr>
                <w:rFonts w:ascii="Calibri" w:hAnsi="Calibri"/>
                <w:sz w:val="20"/>
                <w:szCs w:val="20"/>
                <w:u w:val="single"/>
              </w:rPr>
              <w:t> (</w:t>
            </w:r>
            <w:r w:rsidR="00E323BB" w:rsidRPr="00B257C2">
              <w:rPr>
                <w:rFonts w:ascii="Calibri" w:hAnsi="Calibri"/>
                <w:sz w:val="20"/>
                <w:szCs w:val="20"/>
                <w:u w:val="single"/>
              </w:rPr>
              <w:t>Projet de sortie</w:t>
            </w:r>
            <w:r w:rsidR="00B257C2" w:rsidRPr="00B257C2">
              <w:rPr>
                <w:rFonts w:ascii="Calibri" w:hAnsi="Calibri"/>
                <w:sz w:val="20"/>
                <w:szCs w:val="20"/>
                <w:u w:val="single"/>
              </w:rPr>
              <w:t>) :</w:t>
            </w:r>
            <w:r w:rsidR="00B1565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323BB">
              <w:rPr>
                <w:rFonts w:ascii="Calibri" w:hAnsi="Calibri"/>
                <w:sz w:val="20"/>
                <w:szCs w:val="20"/>
              </w:rPr>
              <w:t>lien avec  la PJJ ou</w:t>
            </w:r>
            <w:r w:rsidRPr="00F2340F">
              <w:rPr>
                <w:rFonts w:ascii="Calibri" w:hAnsi="Calibri"/>
                <w:sz w:val="20"/>
                <w:szCs w:val="20"/>
              </w:rPr>
              <w:t xml:space="preserve"> les équipes de secteur psychiatrique,</w:t>
            </w:r>
            <w:r w:rsidR="00E323BB">
              <w:rPr>
                <w:rFonts w:ascii="Calibri" w:hAnsi="Calibri"/>
                <w:sz w:val="20"/>
                <w:szCs w:val="20"/>
              </w:rPr>
              <w:t xml:space="preserve"> ou du</w:t>
            </w:r>
            <w:r w:rsidRPr="00F2340F">
              <w:rPr>
                <w:rFonts w:ascii="Calibri" w:hAnsi="Calibri"/>
                <w:sz w:val="20"/>
                <w:szCs w:val="20"/>
              </w:rPr>
              <w:t xml:space="preserve"> milieu ouvert civil dans le respec</w:t>
            </w:r>
            <w:r w:rsidR="00E323BB">
              <w:rPr>
                <w:rFonts w:ascii="Calibri" w:hAnsi="Calibri"/>
                <w:sz w:val="20"/>
                <w:szCs w:val="20"/>
              </w:rPr>
              <w:t>t des règles de confidentialité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5222CE" w:rsidRDefault="005222CE" w:rsidP="005222CE">
            <w:pPr>
              <w:rPr>
                <w:rFonts w:ascii="Calibri" w:hAnsi="Calibri"/>
                <w:sz w:val="20"/>
              </w:rPr>
            </w:pPr>
          </w:p>
          <w:p w:rsidR="005222CE" w:rsidRPr="00805059" w:rsidRDefault="005222CE" w:rsidP="005222CE">
            <w:pPr>
              <w:rPr>
                <w:rFonts w:ascii="Calibri" w:hAnsi="Calibri"/>
                <w:sz w:val="20"/>
              </w:rPr>
            </w:pPr>
          </w:p>
          <w:p w:rsidR="005222CE" w:rsidRPr="005B210D" w:rsidRDefault="005222CE" w:rsidP="00EA69C9">
            <w:pPr>
              <w:ind w:left="72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A462C5" w:rsidRPr="00F7226C" w:rsidRDefault="00A462C5" w:rsidP="005222CE">
      <w:pPr>
        <w:pStyle w:val="Titre2"/>
        <w:spacing w:before="360" w:after="160" w:line="300" w:lineRule="auto"/>
        <w:jc w:val="both"/>
        <w:rPr>
          <w:rFonts w:ascii="Calibri" w:hAnsi="Calibri"/>
          <w:sz w:val="24"/>
          <w:szCs w:val="24"/>
          <w:u w:val="none"/>
        </w:rPr>
      </w:pPr>
    </w:p>
    <w:p w:rsidR="00A062BA" w:rsidRDefault="00C42FA9" w:rsidP="005222CE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</w:rPr>
      </w:pPr>
      <w:r w:rsidRPr="00A062BA">
        <w:rPr>
          <w:rFonts w:ascii="Calibri" w:hAnsi="Calibri"/>
          <w:b/>
        </w:rPr>
        <w:t>SITUATIONS DE TRAVAIL</w:t>
      </w:r>
      <w:r w:rsidR="00F15562" w:rsidRPr="00A062BA">
        <w:rPr>
          <w:rFonts w:ascii="Calibri" w:hAnsi="Calibri"/>
          <w:b/>
        </w:rPr>
        <w:t xml:space="preserve"> </w:t>
      </w:r>
    </w:p>
    <w:p w:rsidR="00F7226C" w:rsidRPr="00A062BA" w:rsidRDefault="00F7226C" w:rsidP="00F7226C">
      <w:pPr>
        <w:pStyle w:val="Corpsdetexte2"/>
        <w:spacing w:line="300" w:lineRule="auto"/>
        <w:ind w:left="405"/>
        <w:rPr>
          <w:rFonts w:ascii="Calibri" w:hAnsi="Calibri"/>
          <w:b/>
        </w:rPr>
      </w:pPr>
    </w:p>
    <w:tbl>
      <w:tblPr>
        <w:tblW w:w="943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4"/>
      </w:tblGrid>
      <w:tr w:rsidR="0098399E" w:rsidTr="002176E4">
        <w:trPr>
          <w:trHeight w:val="3207"/>
        </w:trPr>
        <w:tc>
          <w:tcPr>
            <w:tcW w:w="9434" w:type="dxa"/>
          </w:tcPr>
          <w:p w:rsidR="0098399E" w:rsidRDefault="0098399E" w:rsidP="0098399E">
            <w:pPr>
              <w:rPr>
                <w:rFonts w:ascii="Calibri" w:hAnsi="Calibri"/>
                <w:sz w:val="20"/>
              </w:rPr>
            </w:pPr>
          </w:p>
          <w:p w:rsidR="00805059" w:rsidRPr="00135672" w:rsidRDefault="00805059" w:rsidP="00846E75">
            <w:pPr>
              <w:jc w:val="both"/>
              <w:rPr>
                <w:rFonts w:ascii="Calibri" w:hAnsi="Calibri"/>
                <w:b/>
              </w:rPr>
            </w:pPr>
            <w:r w:rsidRPr="00135672">
              <w:rPr>
                <w:rFonts w:ascii="Calibri" w:hAnsi="Calibri"/>
                <w:b/>
                <w:u w:val="single"/>
              </w:rPr>
              <w:t>SITUATION 1</w:t>
            </w:r>
            <w:r w:rsidR="00846E75" w:rsidRPr="00135672">
              <w:rPr>
                <w:rFonts w:ascii="Calibri" w:hAnsi="Calibri"/>
                <w:b/>
                <w:u w:val="single"/>
              </w:rPr>
              <w:t> :</w:t>
            </w:r>
            <w:r w:rsidR="00846E75" w:rsidRPr="00135672">
              <w:rPr>
                <w:rFonts w:ascii="Calibri" w:hAnsi="Calibri"/>
                <w:b/>
              </w:rPr>
              <w:t xml:space="preserve"> </w:t>
            </w:r>
            <w:r w:rsidRPr="00135672">
              <w:rPr>
                <w:rFonts w:ascii="Calibri" w:hAnsi="Calibri"/>
                <w:b/>
              </w:rPr>
              <w:t xml:space="preserve">Entretien d’accueil et d’orientation  des </w:t>
            </w:r>
            <w:r w:rsidR="00846E75" w:rsidRPr="00135672">
              <w:rPr>
                <w:rFonts w:ascii="Calibri" w:hAnsi="Calibri"/>
                <w:b/>
              </w:rPr>
              <w:t>détenus  arrivants en détention</w:t>
            </w:r>
          </w:p>
          <w:p w:rsidR="00846E75" w:rsidRPr="00CA57FB" w:rsidRDefault="00846E75" w:rsidP="00846E75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805059" w:rsidRDefault="00805059" w:rsidP="00062428">
            <w:pPr>
              <w:numPr>
                <w:ilvl w:val="0"/>
                <w:numId w:val="8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 xml:space="preserve">Présentation du soignant, de la structure et du service </w:t>
            </w:r>
          </w:p>
          <w:p w:rsidR="00BB364E" w:rsidRPr="00367D4C" w:rsidRDefault="00BB364E" w:rsidP="00BB364E">
            <w:pPr>
              <w:ind w:left="720"/>
              <w:rPr>
                <w:rFonts w:ascii="Calibri" w:hAnsi="Calibri"/>
                <w:b/>
                <w:sz w:val="22"/>
                <w:szCs w:val="22"/>
              </w:rPr>
            </w:pPr>
          </w:p>
          <w:p w:rsidR="00367D4C" w:rsidRPr="0044022E" w:rsidRDefault="005F0870" w:rsidP="002C5DE0">
            <w:pPr>
              <w:pStyle w:val="Paragraphedeliste"/>
              <w:numPr>
                <w:ilvl w:val="0"/>
                <w:numId w:val="30"/>
              </w:numPr>
              <w:ind w:left="141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</w:t>
            </w:r>
            <w:r w:rsidR="00805059" w:rsidRPr="0044022E">
              <w:rPr>
                <w:rFonts w:ascii="Calibri" w:hAnsi="Calibri"/>
                <w:sz w:val="20"/>
                <w:szCs w:val="20"/>
              </w:rPr>
              <w:t xml:space="preserve">ccueil, mise </w:t>
            </w:r>
            <w:r w:rsidR="00813699" w:rsidRPr="0044022E">
              <w:rPr>
                <w:rFonts w:ascii="Calibri" w:hAnsi="Calibri"/>
                <w:sz w:val="20"/>
                <w:szCs w:val="20"/>
              </w:rPr>
              <w:t xml:space="preserve"> en</w:t>
            </w:r>
            <w:r w:rsidR="00805059" w:rsidRPr="0044022E">
              <w:rPr>
                <w:rFonts w:ascii="Calibri" w:hAnsi="Calibri"/>
                <w:sz w:val="20"/>
                <w:szCs w:val="20"/>
              </w:rPr>
              <w:t xml:space="preserve">  confiance (neutralité</w:t>
            </w:r>
            <w:r w:rsidR="00805059" w:rsidRPr="0044022E">
              <w:rPr>
                <w:rFonts w:ascii="Calibri" w:hAnsi="Calibri"/>
                <w:color w:val="FFFF00"/>
                <w:sz w:val="20"/>
                <w:szCs w:val="20"/>
              </w:rPr>
              <w:t xml:space="preserve"> </w:t>
            </w:r>
            <w:r w:rsidR="00805059" w:rsidRPr="0044022E">
              <w:rPr>
                <w:rFonts w:ascii="Calibri" w:hAnsi="Calibri"/>
                <w:sz w:val="20"/>
                <w:szCs w:val="20"/>
              </w:rPr>
              <w:t>et bienveillance)</w:t>
            </w:r>
          </w:p>
          <w:p w:rsidR="00805059" w:rsidRPr="00367D4C" w:rsidRDefault="005F0870" w:rsidP="002C5DE0">
            <w:pPr>
              <w:pStyle w:val="Paragraphedeliste"/>
              <w:numPr>
                <w:ilvl w:val="0"/>
                <w:numId w:val="30"/>
              </w:numPr>
              <w:ind w:left="141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</w:t>
            </w:r>
            <w:r w:rsidR="00805059" w:rsidRPr="00367D4C">
              <w:rPr>
                <w:rFonts w:ascii="Calibri" w:hAnsi="Calibri"/>
                <w:sz w:val="20"/>
                <w:szCs w:val="20"/>
              </w:rPr>
              <w:t>nformation et rappel du Secret médical</w:t>
            </w:r>
          </w:p>
          <w:p w:rsidR="00805059" w:rsidRPr="00CA57FB" w:rsidRDefault="00805059" w:rsidP="00805059">
            <w:pPr>
              <w:rPr>
                <w:rFonts w:ascii="Calibri" w:hAnsi="Calibri"/>
                <w:sz w:val="20"/>
                <w:szCs w:val="20"/>
              </w:rPr>
            </w:pPr>
          </w:p>
          <w:p w:rsidR="00805059" w:rsidRPr="00367D4C" w:rsidRDefault="00805059" w:rsidP="00062428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>Recueil d’informations administratives</w:t>
            </w:r>
          </w:p>
          <w:p w:rsidR="00805059" w:rsidRPr="00CA57FB" w:rsidRDefault="00805059" w:rsidP="00805059">
            <w:pPr>
              <w:rPr>
                <w:rFonts w:ascii="Calibri" w:hAnsi="Calibri"/>
                <w:sz w:val="20"/>
                <w:szCs w:val="20"/>
              </w:rPr>
            </w:pPr>
          </w:p>
          <w:p w:rsidR="00BB364E" w:rsidRPr="0044022E" w:rsidRDefault="00805059" w:rsidP="0044022E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 xml:space="preserve">Evaluation clinique à partir d’un guide d’entretien mis à disposition </w:t>
            </w:r>
          </w:p>
          <w:p w:rsidR="00BB364E" w:rsidRPr="00367D4C" w:rsidRDefault="00BB364E" w:rsidP="00BB364E">
            <w:pPr>
              <w:ind w:left="765"/>
              <w:rPr>
                <w:rFonts w:ascii="Calibri" w:hAnsi="Calibri"/>
                <w:b/>
                <w:sz w:val="22"/>
                <w:szCs w:val="22"/>
              </w:rPr>
            </w:pPr>
          </w:p>
          <w:p w:rsidR="00087B1D" w:rsidRPr="00BB364E" w:rsidRDefault="00805059" w:rsidP="002C5DE0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Recherche d’antécédents  somatiques et</w:t>
            </w:r>
            <w:r w:rsidR="00B15651">
              <w:rPr>
                <w:rFonts w:ascii="Calibri" w:hAnsi="Calibri"/>
                <w:sz w:val="20"/>
                <w:szCs w:val="20"/>
              </w:rPr>
              <w:t xml:space="preserve"> évaluation de la nécessité d’une prise en charge</w:t>
            </w:r>
          </w:p>
          <w:p w:rsidR="00BB364E" w:rsidRDefault="00805059" w:rsidP="002C5DE0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Recherche d’antécéd</w:t>
            </w:r>
            <w:r w:rsidR="00D97E92" w:rsidRPr="00BB364E">
              <w:rPr>
                <w:rFonts w:ascii="Calibri" w:hAnsi="Calibri"/>
                <w:sz w:val="20"/>
                <w:szCs w:val="20"/>
              </w:rPr>
              <w:t>ents psychiatriques, repérage des troubles</w:t>
            </w:r>
            <w:r w:rsidRPr="00BB364E">
              <w:rPr>
                <w:rFonts w:ascii="Calibri" w:hAnsi="Calibri"/>
                <w:sz w:val="20"/>
                <w:szCs w:val="20"/>
              </w:rPr>
              <w:t xml:space="preserve"> et des</w:t>
            </w:r>
            <w:r w:rsidR="00846E75" w:rsidRPr="00BB364E">
              <w:rPr>
                <w:rFonts w:ascii="Calibri" w:hAnsi="Calibri"/>
                <w:sz w:val="20"/>
                <w:szCs w:val="20"/>
              </w:rPr>
              <w:t xml:space="preserve"> symptômes,</w:t>
            </w:r>
            <w:r w:rsidR="00D97E92" w:rsidRPr="00BB364E">
              <w:rPr>
                <w:rFonts w:ascii="Calibri" w:hAnsi="Calibri"/>
                <w:sz w:val="20"/>
                <w:szCs w:val="20"/>
              </w:rPr>
              <w:t xml:space="preserve"> évaluation du degré de l’expression </w:t>
            </w:r>
            <w:r w:rsidR="00846E75" w:rsidRPr="00BB364E">
              <w:rPr>
                <w:rFonts w:ascii="Calibri" w:hAnsi="Calibri"/>
                <w:sz w:val="20"/>
                <w:szCs w:val="20"/>
              </w:rPr>
              <w:t xml:space="preserve"> d’angoisse et des troubles cognitifs</w:t>
            </w:r>
            <w:r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B364E" w:rsidRDefault="005B1153" w:rsidP="004238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Evaluation du risque suicidaire</w:t>
            </w:r>
          </w:p>
          <w:p w:rsidR="00BB364E" w:rsidRDefault="0022504D" w:rsidP="004238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Repérage des troubles addictives</w:t>
            </w:r>
          </w:p>
          <w:p w:rsidR="00805059" w:rsidRPr="00BB364E" w:rsidRDefault="00805059" w:rsidP="004238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Evaluation de  l’état de vulnér</w:t>
            </w:r>
            <w:r w:rsidR="00D97E92" w:rsidRPr="00BB364E">
              <w:rPr>
                <w:rFonts w:ascii="Calibri" w:hAnsi="Calibri"/>
                <w:sz w:val="20"/>
                <w:szCs w:val="20"/>
              </w:rPr>
              <w:t>abilité psycho-sociale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  <w:r w:rsidR="00D97E92"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05059" w:rsidRPr="00CA57FB" w:rsidRDefault="00805059" w:rsidP="00805059">
            <w:pPr>
              <w:rPr>
                <w:rFonts w:ascii="Calibri" w:hAnsi="Calibri"/>
                <w:sz w:val="20"/>
                <w:szCs w:val="20"/>
              </w:rPr>
            </w:pPr>
          </w:p>
          <w:p w:rsidR="00805059" w:rsidRDefault="00805059" w:rsidP="00062428">
            <w:pPr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>Informatio</w:t>
            </w:r>
            <w:r w:rsidR="00D97E92" w:rsidRPr="00367D4C">
              <w:rPr>
                <w:rFonts w:ascii="Calibri" w:hAnsi="Calibri"/>
                <w:b/>
                <w:sz w:val="22"/>
                <w:szCs w:val="22"/>
              </w:rPr>
              <w:t xml:space="preserve">n </w:t>
            </w:r>
            <w:r w:rsidRPr="00367D4C">
              <w:rPr>
                <w:rFonts w:ascii="Calibri" w:hAnsi="Calibri"/>
                <w:b/>
                <w:sz w:val="22"/>
                <w:szCs w:val="22"/>
              </w:rPr>
              <w:t xml:space="preserve">orientation </w:t>
            </w:r>
          </w:p>
          <w:p w:rsidR="00BB364E" w:rsidRPr="0044022E" w:rsidRDefault="00BB364E" w:rsidP="0044022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F14E26" w:rsidRPr="0044022E" w:rsidRDefault="00805059" w:rsidP="004238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44022E">
              <w:rPr>
                <w:rFonts w:ascii="Calibri" w:hAnsi="Calibri"/>
                <w:sz w:val="18"/>
                <w:szCs w:val="20"/>
              </w:rPr>
              <w:t>Information</w:t>
            </w:r>
            <w:r w:rsidRPr="0044022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97E92" w:rsidRPr="0044022E">
              <w:rPr>
                <w:rFonts w:ascii="Calibri" w:hAnsi="Calibri"/>
                <w:sz w:val="20"/>
                <w:szCs w:val="20"/>
              </w:rPr>
              <w:t xml:space="preserve">sur l’offre </w:t>
            </w:r>
            <w:r w:rsidRPr="0044022E">
              <w:rPr>
                <w:rFonts w:ascii="Calibri" w:hAnsi="Calibri"/>
                <w:sz w:val="20"/>
                <w:szCs w:val="20"/>
              </w:rPr>
              <w:t xml:space="preserve">de soins </w:t>
            </w:r>
            <w:r w:rsidR="00D97E92" w:rsidRPr="0044022E">
              <w:rPr>
                <w:rFonts w:ascii="Calibri" w:hAnsi="Calibri"/>
                <w:sz w:val="20"/>
                <w:szCs w:val="20"/>
              </w:rPr>
              <w:t>possible</w:t>
            </w:r>
          </w:p>
          <w:p w:rsidR="00805059" w:rsidRPr="0020622C" w:rsidRDefault="00E323BB" w:rsidP="00423843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20622C">
              <w:rPr>
                <w:rFonts w:ascii="Calibri" w:hAnsi="Calibri"/>
                <w:sz w:val="20"/>
                <w:szCs w:val="20"/>
              </w:rPr>
              <w:t>A</w:t>
            </w:r>
            <w:r w:rsidR="00805059" w:rsidRPr="0020622C">
              <w:rPr>
                <w:rFonts w:ascii="Calibri" w:hAnsi="Calibri"/>
                <w:sz w:val="20"/>
                <w:szCs w:val="20"/>
              </w:rPr>
              <w:t xml:space="preserve">nnonce </w:t>
            </w:r>
            <w:r w:rsidR="00D97E92" w:rsidRPr="0020622C">
              <w:rPr>
                <w:rFonts w:ascii="Calibri" w:hAnsi="Calibri"/>
                <w:sz w:val="20"/>
                <w:szCs w:val="20"/>
              </w:rPr>
              <w:t>des prochains rendez-vous programmés dans le cadre du parcours arrivant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805059" w:rsidRPr="00CA57FB" w:rsidRDefault="00805059" w:rsidP="00805059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805059" w:rsidRDefault="00F65C5E" w:rsidP="0006242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>Transmissions </w:t>
            </w:r>
          </w:p>
          <w:p w:rsidR="00BB364E" w:rsidRDefault="00BB364E" w:rsidP="00BB364E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BB364E" w:rsidRDefault="00805059" w:rsidP="00F0213E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Transmissions individuelle sur</w:t>
            </w:r>
            <w:r w:rsidR="00F14E26" w:rsidRPr="00BB364E">
              <w:rPr>
                <w:rFonts w:ascii="Calibri" w:hAnsi="Calibri"/>
                <w:sz w:val="20"/>
                <w:szCs w:val="20"/>
              </w:rPr>
              <w:t xml:space="preserve"> dossier informatisé du patient</w:t>
            </w:r>
          </w:p>
          <w:p w:rsidR="00BB364E" w:rsidRDefault="00805059" w:rsidP="00F0213E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>Transmission orale à l’équipe pluridiscipl</w:t>
            </w:r>
            <w:r w:rsidR="005B1153" w:rsidRPr="00BB364E">
              <w:rPr>
                <w:rFonts w:ascii="Calibri" w:hAnsi="Calibri"/>
                <w:sz w:val="20"/>
                <w:szCs w:val="20"/>
              </w:rPr>
              <w:t>inaire et pluri professionnelle</w:t>
            </w:r>
          </w:p>
          <w:p w:rsidR="00805059" w:rsidRPr="00BB364E" w:rsidRDefault="00E323BB" w:rsidP="00F0213E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 xml:space="preserve"> Si nécessaire</w:t>
            </w:r>
            <w:r w:rsidR="00C2024C">
              <w:rPr>
                <w:rFonts w:ascii="Calibri" w:hAnsi="Calibri"/>
                <w:sz w:val="20"/>
                <w:szCs w:val="20"/>
              </w:rPr>
              <w:t>,</w:t>
            </w:r>
            <w:r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F73EC" w:rsidRPr="00BB364E">
              <w:rPr>
                <w:rFonts w:ascii="Calibri" w:hAnsi="Calibri"/>
                <w:sz w:val="20"/>
                <w:szCs w:val="20"/>
              </w:rPr>
              <w:t>i</w:t>
            </w:r>
            <w:r w:rsidR="00F65C5E" w:rsidRPr="00BB364E">
              <w:rPr>
                <w:rFonts w:ascii="Calibri" w:hAnsi="Calibri"/>
                <w:sz w:val="20"/>
                <w:szCs w:val="20"/>
              </w:rPr>
              <w:t>nform</w:t>
            </w:r>
            <w:r w:rsidR="00C2024C">
              <w:rPr>
                <w:rFonts w:ascii="Calibri" w:hAnsi="Calibri"/>
                <w:sz w:val="20"/>
                <w:szCs w:val="20"/>
              </w:rPr>
              <w:t>er</w:t>
            </w:r>
            <w:r w:rsidR="00CC651F"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024C" w:rsidRPr="00BB364E">
              <w:rPr>
                <w:rFonts w:ascii="Calibri" w:hAnsi="Calibri"/>
                <w:sz w:val="20"/>
                <w:szCs w:val="20"/>
              </w:rPr>
              <w:t xml:space="preserve">de l’état de vulnérabilité du détenu </w:t>
            </w:r>
            <w:r w:rsidR="00CC651F" w:rsidRPr="00BB364E">
              <w:rPr>
                <w:rFonts w:ascii="Calibri" w:hAnsi="Calibri"/>
                <w:sz w:val="20"/>
                <w:szCs w:val="20"/>
              </w:rPr>
              <w:t>à</w:t>
            </w:r>
            <w:r w:rsidR="00FF73EC"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65C5E" w:rsidRPr="00BB364E">
              <w:rPr>
                <w:rFonts w:ascii="Calibri" w:hAnsi="Calibri"/>
                <w:sz w:val="20"/>
                <w:szCs w:val="20"/>
              </w:rPr>
              <w:t xml:space="preserve"> l’administration pénitentiaire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  <w:r w:rsidR="00805059" w:rsidRPr="00BB364E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05059" w:rsidRPr="00CA57FB" w:rsidRDefault="00805059" w:rsidP="00805059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805059" w:rsidRDefault="00805059" w:rsidP="0080505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CA57FB">
              <w:rPr>
                <w:rFonts w:ascii="Calibri" w:hAnsi="Calibri"/>
                <w:b/>
                <w:sz w:val="20"/>
                <w:szCs w:val="20"/>
              </w:rPr>
              <w:t> </w:t>
            </w:r>
          </w:p>
          <w:p w:rsidR="00B077E2" w:rsidRPr="00CA57FB" w:rsidRDefault="00B077E2" w:rsidP="00805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805059" w:rsidRPr="008F249B" w:rsidRDefault="00805059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6B6FC9">
              <w:rPr>
                <w:rFonts w:ascii="Calibri" w:hAnsi="Calibri"/>
                <w:sz w:val="20"/>
                <w:szCs w:val="20"/>
              </w:rPr>
              <w:t>Compétence</w:t>
            </w:r>
            <w:r w:rsidR="006B6FC9" w:rsidRPr="006B6FC9">
              <w:rPr>
                <w:rFonts w:ascii="Calibri" w:hAnsi="Calibri"/>
                <w:sz w:val="20"/>
                <w:szCs w:val="20"/>
              </w:rPr>
              <w:t>s 1,</w:t>
            </w:r>
            <w:r w:rsidR="006B6FC9">
              <w:rPr>
                <w:rFonts w:ascii="Calibri" w:hAnsi="Calibri"/>
                <w:sz w:val="20"/>
                <w:szCs w:val="20"/>
              </w:rPr>
              <w:t xml:space="preserve"> 2, </w:t>
            </w:r>
            <w:r w:rsidR="006B6FC9" w:rsidRPr="006B6FC9">
              <w:rPr>
                <w:rFonts w:ascii="Calibri" w:hAnsi="Calibri"/>
                <w:sz w:val="20"/>
                <w:szCs w:val="20"/>
              </w:rPr>
              <w:t xml:space="preserve"> 4, 6</w:t>
            </w:r>
            <w:r w:rsidR="006B6FC9">
              <w:rPr>
                <w:rFonts w:ascii="Calibri" w:hAnsi="Calibri"/>
                <w:sz w:val="20"/>
                <w:szCs w:val="20"/>
              </w:rPr>
              <w:t xml:space="preserve">, 7, 9 </w:t>
            </w:r>
          </w:p>
          <w:p w:rsidR="00B077E2" w:rsidRDefault="00B077E2" w:rsidP="00B077E2">
            <w:pPr>
              <w:rPr>
                <w:rFonts w:ascii="Calibri" w:hAnsi="Calibri"/>
                <w:sz w:val="20"/>
                <w:szCs w:val="20"/>
              </w:rPr>
            </w:pPr>
          </w:p>
          <w:p w:rsidR="008F249B" w:rsidRPr="00135672" w:rsidRDefault="008F249B" w:rsidP="00B077E2">
            <w:pPr>
              <w:rPr>
                <w:rFonts w:ascii="Calibri" w:hAnsi="Calibri"/>
                <w:b/>
              </w:rPr>
            </w:pPr>
            <w:r w:rsidRPr="00135672">
              <w:rPr>
                <w:rFonts w:ascii="Calibri" w:hAnsi="Calibri"/>
                <w:b/>
                <w:u w:val="single"/>
              </w:rPr>
              <w:t>SITUATION 2 :</w:t>
            </w:r>
            <w:r w:rsidRPr="00135672">
              <w:rPr>
                <w:rFonts w:ascii="Calibri" w:hAnsi="Calibri"/>
                <w:b/>
              </w:rPr>
              <w:t xml:space="preserve"> Soins à médiation jeux, écoute musicale, jeux vidéo</w:t>
            </w:r>
          </w:p>
          <w:p w:rsidR="008F249B" w:rsidRDefault="008F249B" w:rsidP="008F249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8F249B" w:rsidRDefault="008F249B" w:rsidP="00062428">
            <w:pPr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67D4C">
              <w:rPr>
                <w:rFonts w:ascii="Calibri" w:hAnsi="Calibri"/>
                <w:b/>
                <w:sz w:val="22"/>
                <w:szCs w:val="22"/>
              </w:rPr>
              <w:t>Organisation du soin</w:t>
            </w:r>
          </w:p>
          <w:p w:rsidR="00BB364E" w:rsidRPr="00367D4C" w:rsidRDefault="00BB364E" w:rsidP="00BB364E">
            <w:pPr>
              <w:ind w:left="765"/>
              <w:rPr>
                <w:rFonts w:ascii="Calibri" w:hAnsi="Calibri"/>
                <w:b/>
                <w:sz w:val="22"/>
                <w:szCs w:val="22"/>
              </w:rPr>
            </w:pPr>
          </w:p>
          <w:p w:rsidR="006C464C" w:rsidRPr="00BB364E" w:rsidRDefault="008F249B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BB364E">
              <w:rPr>
                <w:rFonts w:ascii="Calibri" w:hAnsi="Calibri"/>
                <w:sz w:val="20"/>
                <w:szCs w:val="20"/>
              </w:rPr>
              <w:t xml:space="preserve">Elaboration du cadre de soin proposé </w:t>
            </w:r>
          </w:p>
          <w:p w:rsidR="006C464C" w:rsidRPr="0044022E" w:rsidRDefault="008F249B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t>Programmation et préparation de l’espace de soin</w:t>
            </w:r>
          </w:p>
          <w:p w:rsidR="006C464C" w:rsidRPr="0044022E" w:rsidRDefault="008F249B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t>Accueil des patients</w:t>
            </w:r>
          </w:p>
          <w:p w:rsidR="006C464C" w:rsidRPr="0044022E" w:rsidRDefault="001D27F2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</w:rPr>
              <w:t>O</w:t>
            </w:r>
            <w:r w:rsidR="008F249B" w:rsidRPr="0044022E">
              <w:rPr>
                <w:rFonts w:ascii="Calibri" w:hAnsi="Calibri"/>
                <w:sz w:val="20"/>
                <w:szCs w:val="20"/>
              </w:rPr>
              <w:t>bservation des interactions, mouvements émotionnels, capacités cognitives</w:t>
            </w:r>
            <w:r w:rsidR="004972D2">
              <w:rPr>
                <w:rFonts w:ascii="Calibri" w:hAnsi="Calibri"/>
                <w:sz w:val="20"/>
                <w:szCs w:val="20"/>
              </w:rPr>
              <w:t xml:space="preserve"> Durant le soin à médiation </w:t>
            </w:r>
          </w:p>
          <w:p w:rsidR="006C464C" w:rsidRPr="0044022E" w:rsidRDefault="008F249B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t>Aide à la verbalisation, mémorisation, réhabilitation psychosociale, gestion de l’agressivité</w:t>
            </w:r>
          </w:p>
          <w:p w:rsidR="00FB147F" w:rsidRPr="00FB147F" w:rsidRDefault="008F249B" w:rsidP="00FB147F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t>Débriefing</w:t>
            </w:r>
          </w:p>
          <w:p w:rsidR="006C464C" w:rsidRPr="0044022E" w:rsidRDefault="008F249B" w:rsidP="00B077E2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lastRenderedPageBreak/>
              <w:t>Préparation de la séance suivante</w:t>
            </w:r>
          </w:p>
          <w:p w:rsidR="00FB147F" w:rsidRPr="00FB147F" w:rsidRDefault="008F249B" w:rsidP="00FB147F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44022E">
              <w:rPr>
                <w:rFonts w:ascii="Calibri" w:hAnsi="Calibri"/>
                <w:sz w:val="20"/>
                <w:szCs w:val="20"/>
              </w:rPr>
              <w:t>Transmissions individuelle sur dossier informatisé du patient</w:t>
            </w:r>
          </w:p>
          <w:p w:rsidR="008F249B" w:rsidRPr="00FB147F" w:rsidRDefault="008F249B" w:rsidP="00FB147F">
            <w:pPr>
              <w:pStyle w:val="Paragraphedeliste"/>
              <w:numPr>
                <w:ilvl w:val="0"/>
                <w:numId w:val="19"/>
              </w:numPr>
              <w:rPr>
                <w:rFonts w:ascii="Calibri" w:hAnsi="Calibri"/>
                <w:sz w:val="20"/>
                <w:szCs w:val="20"/>
                <w:u w:val="single"/>
              </w:rPr>
            </w:pPr>
            <w:r w:rsidRPr="00FB147F">
              <w:rPr>
                <w:rFonts w:ascii="Calibri" w:hAnsi="Calibri"/>
                <w:sz w:val="20"/>
                <w:szCs w:val="20"/>
              </w:rPr>
              <w:t>Transmission spécifique de la dynamique du groupe</w:t>
            </w:r>
            <w:r w:rsidR="004D4838">
              <w:rPr>
                <w:rFonts w:ascii="Calibri" w:hAnsi="Calibri"/>
                <w:sz w:val="20"/>
                <w:szCs w:val="20"/>
              </w:rPr>
              <w:t>.</w:t>
            </w:r>
          </w:p>
          <w:p w:rsidR="008F249B" w:rsidRPr="00B2039B" w:rsidRDefault="008F249B" w:rsidP="008F2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F249B" w:rsidRDefault="008F249B" w:rsidP="008F249B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>Compétences</w:t>
            </w: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associées </w:t>
            </w:r>
          </w:p>
          <w:p w:rsidR="008F249B" w:rsidRDefault="008F249B" w:rsidP="008F249B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 </w:t>
            </w:r>
          </w:p>
          <w:p w:rsidR="008F249B" w:rsidRPr="005222CE" w:rsidRDefault="008F249B" w:rsidP="00062428">
            <w:pPr>
              <w:numPr>
                <w:ilvl w:val="0"/>
                <w:numId w:val="14"/>
              </w:num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Compétence</w:t>
            </w:r>
            <w:r>
              <w:rPr>
                <w:rFonts w:ascii="Calibri" w:hAnsi="Calibri"/>
                <w:sz w:val="20"/>
                <w:szCs w:val="20"/>
              </w:rPr>
              <w:t>s : 1, 2,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4</w:t>
            </w:r>
            <w:r>
              <w:rPr>
                <w:rFonts w:ascii="Calibri" w:hAnsi="Calibri"/>
                <w:sz w:val="20"/>
                <w:szCs w:val="20"/>
              </w:rPr>
              <w:t>, 5, 6, 7, 8, 9</w:t>
            </w:r>
          </w:p>
          <w:p w:rsidR="008F249B" w:rsidRPr="006B6FC9" w:rsidRDefault="008F249B" w:rsidP="008F249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5222CE" w:rsidRDefault="00805059" w:rsidP="008F249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</w:t>
            </w:r>
          </w:p>
          <w:p w:rsidR="008F249B" w:rsidRPr="00135672" w:rsidRDefault="008F249B" w:rsidP="008F249B">
            <w:pPr>
              <w:jc w:val="both"/>
              <w:rPr>
                <w:rFonts w:ascii="Calibri" w:hAnsi="Calibri"/>
                <w:b/>
              </w:rPr>
            </w:pPr>
            <w:r w:rsidRPr="00135672">
              <w:rPr>
                <w:rFonts w:ascii="Calibri" w:hAnsi="Calibri"/>
                <w:b/>
                <w:u w:val="single"/>
              </w:rPr>
              <w:t>Situation 3 :</w:t>
            </w:r>
            <w:r w:rsidRPr="00135672">
              <w:rPr>
                <w:rFonts w:ascii="Calibri" w:hAnsi="Calibri"/>
                <w:b/>
              </w:rPr>
              <w:t xml:space="preserve"> Parcours de la prise en charge somatique et psychiatrique</w:t>
            </w:r>
          </w:p>
          <w:p w:rsidR="008F249B" w:rsidRPr="00367D4C" w:rsidRDefault="008F249B" w:rsidP="008F249B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8F249B" w:rsidRPr="001D27F2" w:rsidRDefault="001E4B31" w:rsidP="001D27F2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Le </w:t>
            </w:r>
            <w:r w:rsidR="008F249B" w:rsidRPr="001D27F2">
              <w:rPr>
                <w:rFonts w:ascii="Calibri" w:hAnsi="Calibri"/>
                <w:b/>
                <w:sz w:val="20"/>
                <w:szCs w:val="20"/>
                <w:u w:val="single"/>
              </w:rPr>
              <w:t>référencement du patient</w:t>
            </w:r>
          </w:p>
          <w:p w:rsidR="008F249B" w:rsidRDefault="008F249B" w:rsidP="008F249B">
            <w:pPr>
              <w:ind w:left="720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E92F11" w:rsidRDefault="00FC42F7" w:rsidP="00F2340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Chaque détenu arrivant est référencé par un IDE qui </w:t>
            </w:r>
            <w:r w:rsidR="00E92F11">
              <w:rPr>
                <w:rFonts w:ascii="Calibri" w:hAnsi="Calibri"/>
                <w:sz w:val="20"/>
                <w:szCs w:val="20"/>
              </w:rPr>
              <w:t>est garant de son</w:t>
            </w:r>
            <w:r w:rsidR="008F249B">
              <w:rPr>
                <w:rFonts w:ascii="Calibri" w:hAnsi="Calibri"/>
                <w:sz w:val="20"/>
                <w:szCs w:val="20"/>
              </w:rPr>
              <w:t xml:space="preserve"> parcou</w:t>
            </w:r>
            <w:r>
              <w:rPr>
                <w:rFonts w:ascii="Calibri" w:hAnsi="Calibri"/>
                <w:sz w:val="20"/>
                <w:szCs w:val="20"/>
              </w:rPr>
              <w:t>rs de soins pluridisciplinaires.</w:t>
            </w:r>
          </w:p>
          <w:p w:rsidR="00E92F11" w:rsidRDefault="00E92F11" w:rsidP="00F2340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L’IDE référent :</w:t>
            </w:r>
          </w:p>
          <w:p w:rsidR="00E92F11" w:rsidRPr="00E92F11" w:rsidRDefault="00BF4E73" w:rsidP="00E92F1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>rganise et programme les consultations selon le</w:t>
            </w:r>
            <w:r w:rsidR="00E92F11" w:rsidRPr="00E92F11">
              <w:rPr>
                <w:rFonts w:ascii="Calibri" w:hAnsi="Calibri"/>
                <w:sz w:val="20"/>
                <w:szCs w:val="20"/>
              </w:rPr>
              <w:t>s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 xml:space="preserve"> besoin</w:t>
            </w:r>
            <w:r w:rsidR="00E92F11" w:rsidRPr="00E92F11">
              <w:rPr>
                <w:rFonts w:ascii="Calibri" w:hAnsi="Calibri"/>
                <w:sz w:val="20"/>
                <w:szCs w:val="20"/>
              </w:rPr>
              <w:t>s</w:t>
            </w:r>
          </w:p>
          <w:p w:rsidR="00E92F11" w:rsidRPr="00E92F11" w:rsidRDefault="005F0870" w:rsidP="00E92F1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>ispense des soins techniq</w:t>
            </w:r>
            <w:r w:rsidR="00E92F11" w:rsidRPr="00E92F11">
              <w:rPr>
                <w:rFonts w:ascii="Calibri" w:hAnsi="Calibri"/>
                <w:sz w:val="20"/>
                <w:szCs w:val="20"/>
              </w:rPr>
              <w:t>ues, préventifs et/ou curatifs</w:t>
            </w:r>
          </w:p>
          <w:p w:rsidR="00E92F11" w:rsidRPr="00E92F11" w:rsidRDefault="005F0870" w:rsidP="00E92F1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>ssure de l’observ</w:t>
            </w:r>
            <w:r w:rsidR="00E92F11" w:rsidRPr="00E92F11">
              <w:rPr>
                <w:rFonts w:ascii="Calibri" w:hAnsi="Calibri"/>
                <w:sz w:val="20"/>
                <w:szCs w:val="20"/>
              </w:rPr>
              <w:t>ance des traitements prescrits</w:t>
            </w:r>
          </w:p>
          <w:p w:rsidR="00E92F11" w:rsidRPr="00E92F11" w:rsidRDefault="005F0870" w:rsidP="00E92F1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>ropose des séances éducative</w:t>
            </w:r>
            <w:r w:rsidR="00E92F11" w:rsidRPr="00E92F11">
              <w:rPr>
                <w:rFonts w:ascii="Calibri" w:hAnsi="Calibri"/>
                <w:sz w:val="20"/>
                <w:szCs w:val="20"/>
              </w:rPr>
              <w:t>s</w:t>
            </w:r>
          </w:p>
          <w:p w:rsidR="008F249B" w:rsidRPr="00E92F11" w:rsidRDefault="005F0870" w:rsidP="00E92F1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</w:t>
            </w:r>
            <w:r w:rsidR="008F249B" w:rsidRPr="00E92F11">
              <w:rPr>
                <w:rFonts w:ascii="Calibri" w:hAnsi="Calibri"/>
                <w:sz w:val="20"/>
                <w:szCs w:val="20"/>
              </w:rPr>
              <w:t>ssure des transmissions orales et écrites</w:t>
            </w:r>
            <w:r w:rsidR="001E4B31" w:rsidRPr="00E92F11">
              <w:rPr>
                <w:rFonts w:ascii="Calibri" w:hAnsi="Calibri"/>
                <w:sz w:val="20"/>
                <w:szCs w:val="20"/>
              </w:rPr>
              <w:t>.</w:t>
            </w:r>
          </w:p>
          <w:p w:rsidR="008F249B" w:rsidRDefault="008F249B" w:rsidP="008F249B">
            <w:pPr>
              <w:ind w:left="72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F249B" w:rsidRDefault="008F249B" w:rsidP="008F249B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F14E26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 </w:t>
            </w:r>
          </w:p>
          <w:p w:rsidR="00FB147F" w:rsidRDefault="00FB147F" w:rsidP="008F249B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98399E" w:rsidRDefault="008F249B" w:rsidP="00062428">
            <w:pPr>
              <w:numPr>
                <w:ilvl w:val="0"/>
                <w:numId w:val="14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Compétences 1, 2, 3, 4, 5, 6, 7, 8, 9</w:t>
            </w:r>
          </w:p>
          <w:p w:rsidR="005222CE" w:rsidRPr="005222CE" w:rsidRDefault="005222CE" w:rsidP="005222C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E936E7" w:rsidRPr="00EE06E6" w:rsidRDefault="002176E4" w:rsidP="005222CE">
      <w:pPr>
        <w:numPr>
          <w:ilvl w:val="0"/>
          <w:numId w:val="1"/>
        </w:numPr>
        <w:rPr>
          <w:rFonts w:ascii="Calibri" w:hAnsi="Calibri" w:cs="Arial"/>
          <w:b/>
        </w:rPr>
      </w:pPr>
      <w:r>
        <w:rPr>
          <w:rFonts w:ascii="Calibri" w:hAnsi="Calibri"/>
          <w:b/>
        </w:rPr>
        <w:t>ACTEURS DE L’ENCADREMENT ET HORAIRES</w:t>
      </w:r>
    </w:p>
    <w:p w:rsidR="00E936E7" w:rsidRPr="00A462C5" w:rsidRDefault="00E936E7" w:rsidP="00E936E7">
      <w:pPr>
        <w:rPr>
          <w:rFonts w:ascii="Calibri" w:hAnsi="Calibri" w:cs="Arial"/>
          <w:b/>
          <w:sz w:val="20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FB616A">
        <w:trPr>
          <w:trHeight w:val="4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E4" w:rsidRDefault="002176E4">
            <w:pPr>
              <w:rPr>
                <w:rFonts w:ascii="Calibri" w:hAnsi="Calibri" w:cs="Arial"/>
                <w:b/>
                <w:sz w:val="20"/>
              </w:rPr>
            </w:pPr>
          </w:p>
          <w:p w:rsidR="008F249B" w:rsidRDefault="002176E4" w:rsidP="00B94729">
            <w:pPr>
              <w:numPr>
                <w:ilvl w:val="0"/>
                <w:numId w:val="3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Maitre de stage : </w:t>
            </w:r>
            <w:r w:rsidR="002719DE" w:rsidRPr="002719DE">
              <w:rPr>
                <w:rFonts w:ascii="Calibri" w:hAnsi="Calibri" w:cs="Arial"/>
                <w:sz w:val="20"/>
              </w:rPr>
              <w:t>Madame</w:t>
            </w:r>
            <w:r w:rsidR="002719DE">
              <w:rPr>
                <w:rFonts w:ascii="Calibri" w:hAnsi="Calibri" w:cs="Arial"/>
                <w:b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Fanny DIGONNET</w:t>
            </w:r>
          </w:p>
          <w:p w:rsidR="002176E4" w:rsidRDefault="002176E4" w:rsidP="00B94729">
            <w:pPr>
              <w:numPr>
                <w:ilvl w:val="0"/>
                <w:numId w:val="3"/>
              </w:numPr>
              <w:rPr>
                <w:rFonts w:ascii="Calibri" w:hAnsi="Calibri" w:cs="Arial"/>
                <w:sz w:val="20"/>
              </w:rPr>
            </w:pPr>
            <w:r w:rsidRPr="002176E4">
              <w:rPr>
                <w:rFonts w:ascii="Calibri" w:hAnsi="Calibri" w:cs="Arial"/>
                <w:b/>
                <w:sz w:val="20"/>
              </w:rPr>
              <w:t>Tutrice </w:t>
            </w:r>
            <w:r>
              <w:rPr>
                <w:rFonts w:ascii="Calibri" w:hAnsi="Calibri" w:cs="Arial"/>
                <w:sz w:val="20"/>
              </w:rPr>
              <w:t xml:space="preserve">: </w:t>
            </w:r>
            <w:r w:rsidR="002719DE">
              <w:rPr>
                <w:rFonts w:ascii="Calibri" w:hAnsi="Calibri" w:cs="Arial"/>
                <w:sz w:val="20"/>
              </w:rPr>
              <w:t xml:space="preserve">Madame </w:t>
            </w:r>
            <w:r>
              <w:rPr>
                <w:rFonts w:ascii="Calibri" w:hAnsi="Calibri" w:cs="Arial"/>
                <w:sz w:val="20"/>
              </w:rPr>
              <w:t>Nabila REDJALINE</w:t>
            </w:r>
          </w:p>
          <w:p w:rsidR="002176E4" w:rsidRPr="002176E4" w:rsidRDefault="002176E4">
            <w:pPr>
              <w:rPr>
                <w:rFonts w:ascii="Calibri" w:hAnsi="Calibri" w:cs="Arial"/>
                <w:sz w:val="20"/>
              </w:rPr>
            </w:pPr>
          </w:p>
          <w:p w:rsidR="00E936E7" w:rsidRDefault="00C164B7" w:rsidP="00B94729">
            <w:pPr>
              <w:numPr>
                <w:ilvl w:val="0"/>
                <w:numId w:val="3"/>
              </w:numPr>
              <w:rPr>
                <w:rFonts w:ascii="Calibri" w:hAnsi="Calibri" w:cs="Arial"/>
                <w:sz w:val="20"/>
              </w:rPr>
            </w:pPr>
            <w:r w:rsidRPr="00697DE4">
              <w:rPr>
                <w:rFonts w:ascii="Calibri" w:hAnsi="Calibri" w:cs="Arial"/>
                <w:b/>
                <w:sz w:val="20"/>
              </w:rPr>
              <w:t>Amplitude horaire</w:t>
            </w:r>
            <w:r w:rsidR="00E936E7" w:rsidRPr="00697DE4">
              <w:rPr>
                <w:rFonts w:ascii="Calibri" w:hAnsi="Calibri" w:cs="Arial"/>
                <w:b/>
                <w:sz w:val="20"/>
              </w:rPr>
              <w:t xml:space="preserve"> de l’équipe </w:t>
            </w:r>
            <w:r w:rsidRPr="00697DE4">
              <w:rPr>
                <w:rFonts w:ascii="Calibri" w:hAnsi="Calibri" w:cs="Arial"/>
                <w:b/>
                <w:sz w:val="20"/>
              </w:rPr>
              <w:t>accueillante</w:t>
            </w:r>
            <w:r w:rsidR="00E936E7">
              <w:rPr>
                <w:rFonts w:ascii="Calibri" w:hAnsi="Calibri" w:cs="Arial"/>
                <w:sz w:val="20"/>
              </w:rPr>
              <w:t> :</w:t>
            </w:r>
            <w:r w:rsidR="00B94729">
              <w:rPr>
                <w:rFonts w:ascii="Calibri" w:hAnsi="Calibri" w:cs="Arial"/>
                <w:sz w:val="20"/>
              </w:rPr>
              <w:t xml:space="preserve"> </w:t>
            </w:r>
            <w:r w:rsidR="00441BEE">
              <w:rPr>
                <w:rFonts w:ascii="Calibri" w:hAnsi="Calibri" w:cs="Arial"/>
                <w:sz w:val="20"/>
              </w:rPr>
              <w:t xml:space="preserve">9h/17h du </w:t>
            </w:r>
            <w:r w:rsidR="00E323BB">
              <w:rPr>
                <w:rFonts w:ascii="Calibri" w:hAnsi="Calibri" w:cs="Arial"/>
                <w:sz w:val="20"/>
              </w:rPr>
              <w:t xml:space="preserve"> lundi au vendredi</w:t>
            </w:r>
          </w:p>
          <w:p w:rsidR="00E936E7" w:rsidRDefault="00E936E7" w:rsidP="00B94729">
            <w:pPr>
              <w:numPr>
                <w:ilvl w:val="0"/>
                <w:numId w:val="3"/>
              </w:numPr>
              <w:rPr>
                <w:rFonts w:ascii="Calibri" w:hAnsi="Calibri" w:cs="Arial"/>
                <w:sz w:val="20"/>
              </w:rPr>
            </w:pPr>
            <w:r w:rsidRPr="00697DE4">
              <w:rPr>
                <w:rFonts w:ascii="Calibri" w:hAnsi="Calibri" w:cs="Arial"/>
                <w:b/>
                <w:sz w:val="20"/>
              </w:rPr>
              <w:t>Horaires de</w:t>
            </w:r>
            <w:r w:rsidR="00697DE4">
              <w:rPr>
                <w:rFonts w:ascii="Calibri" w:hAnsi="Calibri" w:cs="Arial"/>
                <w:b/>
                <w:sz w:val="20"/>
              </w:rPr>
              <w:t xml:space="preserve"> travail </w:t>
            </w:r>
            <w:r w:rsidR="00B94729">
              <w:rPr>
                <w:rFonts w:ascii="Calibri" w:hAnsi="Calibri" w:cs="Arial"/>
                <w:b/>
                <w:sz w:val="20"/>
              </w:rPr>
              <w:t xml:space="preserve"> effectifs par jour </w:t>
            </w:r>
            <w:r w:rsidR="00B94729" w:rsidRPr="00697DE4">
              <w:rPr>
                <w:rFonts w:ascii="Calibri" w:hAnsi="Calibri" w:cs="Arial"/>
                <w:b/>
                <w:sz w:val="20"/>
              </w:rPr>
              <w:t>:</w:t>
            </w:r>
            <w:r w:rsidR="00D31B1B">
              <w:rPr>
                <w:rFonts w:ascii="Calibri" w:hAnsi="Calibri" w:cs="Arial"/>
                <w:sz w:val="20"/>
              </w:rPr>
              <w:t xml:space="preserve"> 9 H - </w:t>
            </w:r>
            <w:r w:rsidR="00B94729">
              <w:rPr>
                <w:rFonts w:ascii="Calibri" w:hAnsi="Calibri" w:cs="Arial"/>
                <w:sz w:val="20"/>
              </w:rPr>
              <w:t xml:space="preserve">17H </w:t>
            </w:r>
            <w:r w:rsidR="005168FC">
              <w:rPr>
                <w:rFonts w:ascii="Calibri" w:hAnsi="Calibri" w:cs="Arial"/>
                <w:sz w:val="20"/>
              </w:rPr>
              <w:t>(7h30 effectifs par jour)</w:t>
            </w:r>
          </w:p>
          <w:p w:rsidR="008F249B" w:rsidRDefault="008F249B" w:rsidP="00697DE4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773553" w:rsidRPr="002176E4" w:rsidRDefault="00773553" w:rsidP="002176E4">
      <w:pPr>
        <w:rPr>
          <w:rFonts w:ascii="Calibri" w:hAnsi="Calibri"/>
          <w:b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FB616A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9B" w:rsidRDefault="008F249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E936E7" w:rsidRPr="00846E75" w:rsidRDefault="00697DE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>Conditions pratiques </w:t>
            </w:r>
          </w:p>
          <w:p w:rsidR="00697DE4" w:rsidRPr="00E936E7" w:rsidRDefault="00697DE4">
            <w:pPr>
              <w:rPr>
                <w:rFonts w:ascii="Calibri" w:hAnsi="Calibri" w:cs="Arial"/>
                <w:b/>
                <w:sz w:val="20"/>
              </w:rPr>
            </w:pPr>
          </w:p>
          <w:p w:rsidR="00773553" w:rsidRDefault="00805059" w:rsidP="00441BEE">
            <w:pPr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Du fait de la spé</w:t>
            </w:r>
            <w:r w:rsidR="00441BEE">
              <w:rPr>
                <w:rFonts w:ascii="Calibri" w:hAnsi="Calibri"/>
                <w:sz w:val="20"/>
                <w:szCs w:val="20"/>
              </w:rPr>
              <w:t xml:space="preserve">cificité de ce terrain de stage et la nécessité d’autorisation d’accès au site, 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41BEE">
              <w:rPr>
                <w:rFonts w:ascii="Calibri" w:hAnsi="Calibri"/>
                <w:b/>
                <w:sz w:val="20"/>
                <w:szCs w:val="20"/>
              </w:rPr>
              <w:t xml:space="preserve">les étudiants </w:t>
            </w:r>
            <w:r w:rsidRPr="00441BEE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devront </w:t>
            </w:r>
            <w:r w:rsidR="00441BEE">
              <w:rPr>
                <w:rFonts w:ascii="Calibri" w:hAnsi="Calibri"/>
                <w:b/>
                <w:sz w:val="20"/>
                <w:szCs w:val="20"/>
                <w:u w:val="single"/>
              </w:rPr>
              <w:t>faire parvenir par mail au moins 1 mois</w:t>
            </w:r>
            <w:r w:rsidR="00CC7C49" w:rsidRPr="00441BEE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avant le début du stage</w:t>
            </w:r>
            <w:r w:rsidR="00CC7C49" w:rsidRPr="00441BEE">
              <w:rPr>
                <w:rFonts w:ascii="Calibri" w:hAnsi="Calibri"/>
                <w:b/>
                <w:sz w:val="20"/>
                <w:szCs w:val="20"/>
              </w:rPr>
              <w:t xml:space="preserve"> une copie</w:t>
            </w:r>
            <w:r w:rsidR="00441BEE">
              <w:rPr>
                <w:rFonts w:ascii="Calibri" w:hAnsi="Calibri"/>
                <w:b/>
                <w:sz w:val="20"/>
                <w:szCs w:val="20"/>
              </w:rPr>
              <w:t xml:space="preserve"> recto/verso de leur</w:t>
            </w:r>
            <w:r w:rsidR="00773553" w:rsidRPr="00441BEE">
              <w:rPr>
                <w:rFonts w:ascii="Calibri" w:hAnsi="Calibri"/>
                <w:b/>
                <w:sz w:val="20"/>
                <w:szCs w:val="20"/>
              </w:rPr>
              <w:t xml:space="preserve"> carte nationale d’identité</w:t>
            </w:r>
            <w:r w:rsidR="00773553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73553" w:rsidRDefault="00441BEE" w:rsidP="00441BE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Ils prendront ensuite</w:t>
            </w:r>
            <w:r w:rsidR="00773553">
              <w:rPr>
                <w:rFonts w:ascii="Calibri" w:hAnsi="Calibri"/>
                <w:sz w:val="20"/>
                <w:szCs w:val="20"/>
              </w:rPr>
              <w:t xml:space="preserve"> contact par télé</w:t>
            </w:r>
            <w:r>
              <w:rPr>
                <w:rFonts w:ascii="Calibri" w:hAnsi="Calibri"/>
                <w:sz w:val="20"/>
                <w:szCs w:val="20"/>
              </w:rPr>
              <w:t xml:space="preserve">phone avec le cadre de santé, </w:t>
            </w:r>
            <w:r w:rsidR="00773553">
              <w:rPr>
                <w:rFonts w:ascii="Calibri" w:hAnsi="Calibri"/>
                <w:sz w:val="20"/>
                <w:szCs w:val="20"/>
              </w:rPr>
              <w:t>le tuteur ou l’</w:t>
            </w:r>
            <w:r w:rsidR="00087B1D">
              <w:rPr>
                <w:rFonts w:ascii="Calibri" w:hAnsi="Calibri"/>
                <w:sz w:val="20"/>
                <w:szCs w:val="20"/>
              </w:rPr>
              <w:t>équipe soignante</w:t>
            </w:r>
            <w:r>
              <w:rPr>
                <w:rFonts w:ascii="Calibri" w:hAnsi="Calibri"/>
                <w:sz w:val="20"/>
                <w:szCs w:val="20"/>
              </w:rPr>
              <w:t xml:space="preserve"> afin d’organiser les modalités pratiques.</w:t>
            </w:r>
          </w:p>
          <w:p w:rsidR="00697DE4" w:rsidRPr="00441BEE" w:rsidRDefault="00CC7C49" w:rsidP="0080505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805059" w:rsidRPr="002103D9" w:rsidRDefault="00805059" w:rsidP="00805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2103D9">
              <w:rPr>
                <w:rFonts w:ascii="Calibri" w:hAnsi="Calibri"/>
                <w:b/>
                <w:sz w:val="20"/>
                <w:szCs w:val="20"/>
              </w:rPr>
              <w:t>Attention</w:t>
            </w:r>
            <w:r w:rsidR="00A062BA">
              <w:rPr>
                <w:rFonts w:ascii="Calibri" w:hAnsi="Calibri"/>
                <w:b/>
                <w:sz w:val="20"/>
                <w:szCs w:val="20"/>
              </w:rPr>
              <w:t xml:space="preserve"> :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>Pour</w:t>
            </w:r>
            <w:r w:rsidRPr="002103D9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>les stages de septembre date limite d’envoi des documents administratifs : 15</w:t>
            </w:r>
            <w:r w:rsidR="001C347F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juillet </w:t>
            </w:r>
          </w:p>
          <w:p w:rsidR="00805059" w:rsidRPr="00E936E7" w:rsidRDefault="00805059" w:rsidP="00805059">
            <w:pPr>
              <w:rPr>
                <w:rFonts w:ascii="Calibri" w:hAnsi="Calibri" w:cs="Arial"/>
                <w:b/>
                <w:sz w:val="20"/>
              </w:rPr>
            </w:pPr>
          </w:p>
          <w:p w:rsidR="00805059" w:rsidRDefault="00087B1D" w:rsidP="00B94350">
            <w:pPr>
              <w:numPr>
                <w:ilvl w:val="0"/>
                <w:numId w:val="14"/>
              </w:numPr>
              <w:ind w:left="123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Repas sur place, </w:t>
            </w:r>
            <w:r w:rsidR="008B6241">
              <w:rPr>
                <w:rFonts w:ascii="Calibri" w:hAnsi="Calibri" w:cs="Arial"/>
                <w:sz w:val="20"/>
              </w:rPr>
              <w:t>prévoir son déjeuner</w:t>
            </w:r>
            <w:r w:rsidR="00FD5C3D">
              <w:rPr>
                <w:rFonts w:ascii="Calibri" w:hAnsi="Calibri" w:cs="Arial"/>
                <w:sz w:val="20"/>
              </w:rPr>
              <w:t>.</w:t>
            </w:r>
          </w:p>
          <w:p w:rsidR="00EE06E6" w:rsidRPr="00C215B7" w:rsidRDefault="00805059" w:rsidP="00B94350">
            <w:pPr>
              <w:numPr>
                <w:ilvl w:val="0"/>
                <w:numId w:val="14"/>
              </w:numPr>
              <w:ind w:left="1235"/>
              <w:rPr>
                <w:rFonts w:ascii="Calibri" w:hAnsi="Calibri"/>
                <w:b/>
                <w:sz w:val="20"/>
              </w:rPr>
            </w:pPr>
            <w:r w:rsidRPr="00EE06E6">
              <w:rPr>
                <w:rFonts w:ascii="Calibri" w:hAnsi="Calibri" w:cs="Arial"/>
                <w:sz w:val="20"/>
              </w:rPr>
              <w:t>Tenue</w:t>
            </w:r>
            <w:r w:rsidR="00EE06E6">
              <w:rPr>
                <w:rFonts w:ascii="Calibri" w:hAnsi="Calibri" w:cs="Arial"/>
                <w:sz w:val="20"/>
              </w:rPr>
              <w:t>s</w:t>
            </w:r>
            <w:r w:rsidR="00CC7C49">
              <w:rPr>
                <w:rFonts w:ascii="Calibri" w:hAnsi="Calibri" w:cs="Arial"/>
                <w:sz w:val="20"/>
              </w:rPr>
              <w:t xml:space="preserve"> professionnelles</w:t>
            </w:r>
            <w:r w:rsidRPr="00EE06E6">
              <w:rPr>
                <w:rFonts w:ascii="Calibri" w:hAnsi="Calibri" w:cs="Arial"/>
                <w:sz w:val="20"/>
              </w:rPr>
              <w:t xml:space="preserve"> : </w:t>
            </w:r>
            <w:r w:rsidR="007F592A">
              <w:rPr>
                <w:rFonts w:ascii="Calibri" w:hAnsi="Calibri" w:cs="Arial"/>
                <w:sz w:val="20"/>
              </w:rPr>
              <w:t>Remise</w:t>
            </w:r>
            <w:r w:rsidR="00C215B7">
              <w:rPr>
                <w:rFonts w:ascii="Calibri" w:hAnsi="Calibri" w:cs="Arial"/>
                <w:sz w:val="20"/>
              </w:rPr>
              <w:t>s</w:t>
            </w:r>
            <w:r w:rsidR="00575CA7">
              <w:rPr>
                <w:rFonts w:ascii="Calibri" w:hAnsi="Calibri" w:cs="Arial"/>
                <w:sz w:val="20"/>
              </w:rPr>
              <w:t xml:space="preserve"> à</w:t>
            </w:r>
            <w:r w:rsidR="008B6241">
              <w:rPr>
                <w:rFonts w:ascii="Calibri" w:hAnsi="Calibri" w:cs="Arial"/>
                <w:sz w:val="20"/>
              </w:rPr>
              <w:t xml:space="preserve"> l’arrivée sur le lieu de stage</w:t>
            </w:r>
            <w:r w:rsidR="00EE06E6">
              <w:rPr>
                <w:rFonts w:ascii="Calibri" w:hAnsi="Calibri" w:cs="Arial"/>
                <w:sz w:val="20"/>
              </w:rPr>
              <w:t xml:space="preserve">. </w:t>
            </w:r>
            <w:r w:rsidR="00EE06E6" w:rsidRPr="00C215B7">
              <w:rPr>
                <w:rFonts w:ascii="Calibri" w:hAnsi="Calibri" w:cs="Arial"/>
                <w:b/>
                <w:sz w:val="20"/>
              </w:rPr>
              <w:t xml:space="preserve">Penser à transmettre la taille souhaitée lors de l’entretien téléphonique </w:t>
            </w:r>
          </w:p>
          <w:p w:rsidR="00575CA7" w:rsidRPr="00441BEE" w:rsidRDefault="00575CA7" w:rsidP="00441BEE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/>
                <w:sz w:val="20"/>
              </w:rPr>
            </w:pPr>
            <w:r w:rsidRPr="00441BEE">
              <w:rPr>
                <w:rFonts w:ascii="Calibri" w:hAnsi="Calibri" w:cs="Arial"/>
                <w:sz w:val="20"/>
              </w:rPr>
              <w:t>Téléphone interdit à l’intérieur de la détention (</w:t>
            </w:r>
            <w:r w:rsidR="00C215B7">
              <w:rPr>
                <w:rFonts w:ascii="Calibri" w:hAnsi="Calibri" w:cs="Arial"/>
                <w:sz w:val="20"/>
              </w:rPr>
              <w:t xml:space="preserve">au besoin </w:t>
            </w:r>
            <w:r w:rsidRPr="00441BEE">
              <w:rPr>
                <w:rFonts w:ascii="Calibri" w:hAnsi="Calibri" w:cs="Arial"/>
                <w:sz w:val="20"/>
              </w:rPr>
              <w:t>casier disponible</w:t>
            </w:r>
            <w:r w:rsidR="00C215B7">
              <w:rPr>
                <w:rFonts w:ascii="Calibri" w:hAnsi="Calibri" w:cs="Arial"/>
                <w:sz w:val="20"/>
              </w:rPr>
              <w:t xml:space="preserve"> à l’entrée</w:t>
            </w:r>
            <w:r w:rsidRPr="00441BEE">
              <w:rPr>
                <w:rFonts w:ascii="Calibri" w:hAnsi="Calibri" w:cs="Arial"/>
                <w:sz w:val="20"/>
              </w:rPr>
              <w:t>)</w:t>
            </w:r>
            <w:r w:rsidR="00FD5C3D" w:rsidRPr="00441BEE">
              <w:rPr>
                <w:rFonts w:ascii="Calibri" w:hAnsi="Calibri" w:cs="Arial"/>
                <w:sz w:val="20"/>
              </w:rPr>
              <w:t>.</w:t>
            </w:r>
          </w:p>
          <w:p w:rsidR="00E936E7" w:rsidRDefault="00E936E7" w:rsidP="00EE06E6">
            <w:pPr>
              <w:ind w:left="1440"/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9B" w:rsidRDefault="008F249B" w:rsidP="0080505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05059" w:rsidRPr="00846E75" w:rsidRDefault="00805059" w:rsidP="0080505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Réflexions collectives équipe soignante </w:t>
            </w:r>
          </w:p>
          <w:p w:rsidR="00A062BA" w:rsidRPr="00863FAA" w:rsidRDefault="00A062BA" w:rsidP="00805059">
            <w:pPr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805059" w:rsidRPr="002103D9" w:rsidRDefault="005F0870" w:rsidP="00062428">
            <w:pPr>
              <w:numPr>
                <w:ilvl w:val="0"/>
                <w:numId w:val="16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</w:t>
            </w:r>
            <w:r w:rsidR="00805059" w:rsidRPr="002103D9">
              <w:rPr>
                <w:rFonts w:ascii="Calibri" w:hAnsi="Calibri"/>
                <w:sz w:val="20"/>
                <w:szCs w:val="20"/>
              </w:rPr>
              <w:t>ébriefing : Une fois par semaine le Mercredi matin</w:t>
            </w:r>
          </w:p>
          <w:p w:rsidR="00805059" w:rsidRPr="00CC7C49" w:rsidRDefault="005F0870" w:rsidP="00CC7C49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</w:t>
            </w:r>
            <w:r w:rsidR="00805059" w:rsidRPr="002975B4">
              <w:rPr>
                <w:rFonts w:ascii="Calibri" w:hAnsi="Calibri" w:cs="Arial"/>
                <w:sz w:val="20"/>
              </w:rPr>
              <w:t>éunions cliniques :</w:t>
            </w:r>
            <w:r w:rsidR="00805059" w:rsidRPr="002975B4">
              <w:rPr>
                <w:rFonts w:ascii="Calibri" w:hAnsi="Calibri"/>
                <w:sz w:val="20"/>
                <w:szCs w:val="20"/>
              </w:rPr>
              <w:t xml:space="preserve"> Une fois par mois le Mercredi mati</w:t>
            </w:r>
            <w:r w:rsidR="00CC7C49">
              <w:rPr>
                <w:rFonts w:ascii="Calibri" w:hAnsi="Calibri"/>
                <w:sz w:val="20"/>
                <w:szCs w:val="20"/>
              </w:rPr>
              <w:t>n</w:t>
            </w:r>
          </w:p>
          <w:p w:rsidR="00846E75" w:rsidRDefault="005F0870" w:rsidP="002B69DF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</w:t>
            </w:r>
            <w:r w:rsidR="00441BEE">
              <w:rPr>
                <w:rFonts w:ascii="Calibri" w:hAnsi="Calibri" w:cs="Arial"/>
                <w:sz w:val="20"/>
              </w:rPr>
              <w:t>éunion coordination CHV</w:t>
            </w:r>
            <w:r w:rsidR="00CC7C49">
              <w:rPr>
                <w:rFonts w:ascii="Calibri" w:hAnsi="Calibri" w:cs="Arial"/>
                <w:sz w:val="20"/>
              </w:rPr>
              <w:t>/HCL : une fois par trimestre</w:t>
            </w:r>
          </w:p>
          <w:p w:rsidR="00CC7C49" w:rsidRDefault="005F0870" w:rsidP="002B69DF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</w:t>
            </w:r>
            <w:r w:rsidR="00CC7C49">
              <w:rPr>
                <w:rFonts w:ascii="Calibri" w:hAnsi="Calibri" w:cs="Arial"/>
                <w:sz w:val="20"/>
              </w:rPr>
              <w:t>éunion a</w:t>
            </w:r>
            <w:r w:rsidR="002B69DF">
              <w:rPr>
                <w:rFonts w:ascii="Calibri" w:hAnsi="Calibri" w:cs="Arial"/>
                <w:sz w:val="20"/>
              </w:rPr>
              <w:t>vec le CSAPA une fois  par mois</w:t>
            </w:r>
            <w:r w:rsidR="00FD5C3D">
              <w:rPr>
                <w:rFonts w:ascii="Calibri" w:hAnsi="Calibri" w:cs="Arial"/>
                <w:sz w:val="20"/>
              </w:rPr>
              <w:t>.</w:t>
            </w:r>
          </w:p>
          <w:p w:rsidR="002B69DF" w:rsidRPr="000D3F57" w:rsidRDefault="002B69DF" w:rsidP="0044022E">
            <w:pPr>
              <w:rPr>
                <w:rFonts w:ascii="Calibri" w:hAnsi="Calibri" w:cs="Arial"/>
                <w:sz w:val="20"/>
              </w:rPr>
            </w:pPr>
          </w:p>
          <w:p w:rsidR="002B69DF" w:rsidRDefault="002B69DF" w:rsidP="0080505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05059" w:rsidRPr="00846E75" w:rsidRDefault="00805059" w:rsidP="0080505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Réunions pluri- partenariales </w:t>
            </w:r>
          </w:p>
          <w:p w:rsidR="00A062BA" w:rsidRPr="00A062BA" w:rsidRDefault="00A062BA" w:rsidP="00805059">
            <w:pPr>
              <w:rPr>
                <w:rFonts w:ascii="Calibri" w:hAnsi="Calibri" w:cs="Arial"/>
                <w:b/>
                <w:sz w:val="20"/>
              </w:rPr>
            </w:pPr>
          </w:p>
          <w:p w:rsidR="00E936E7" w:rsidRDefault="00805059" w:rsidP="002B69DF">
            <w:pPr>
              <w:numPr>
                <w:ilvl w:val="0"/>
                <w:numId w:val="17"/>
              </w:numPr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R</w:t>
            </w:r>
            <w:r>
              <w:rPr>
                <w:rFonts w:ascii="Calibri" w:hAnsi="Calibri"/>
                <w:sz w:val="20"/>
                <w:szCs w:val="20"/>
              </w:rPr>
              <w:t xml:space="preserve">éunions </w:t>
            </w:r>
            <w:r w:rsidRPr="002103D9">
              <w:rPr>
                <w:rFonts w:ascii="Calibri" w:hAnsi="Calibri"/>
                <w:sz w:val="20"/>
                <w:szCs w:val="20"/>
              </w:rPr>
              <w:t>E</w:t>
            </w:r>
            <w:r>
              <w:rPr>
                <w:rFonts w:ascii="Calibri" w:hAnsi="Calibri"/>
                <w:sz w:val="20"/>
                <w:szCs w:val="20"/>
              </w:rPr>
              <w:t xml:space="preserve">quipes </w:t>
            </w:r>
            <w:r w:rsidRPr="002103D9">
              <w:rPr>
                <w:rFonts w:ascii="Calibri" w:hAnsi="Calibri"/>
                <w:sz w:val="20"/>
                <w:szCs w:val="20"/>
              </w:rPr>
              <w:t>P</w:t>
            </w:r>
            <w:r>
              <w:rPr>
                <w:rFonts w:ascii="Calibri" w:hAnsi="Calibri"/>
                <w:sz w:val="20"/>
                <w:szCs w:val="20"/>
              </w:rPr>
              <w:t xml:space="preserve">luri professionnelles 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3577">
              <w:rPr>
                <w:rFonts w:ascii="Calibri" w:hAnsi="Calibri"/>
                <w:sz w:val="20"/>
                <w:szCs w:val="20"/>
              </w:rPr>
              <w:t>Commiss</w:t>
            </w:r>
            <w:r w:rsidR="00C215B7">
              <w:rPr>
                <w:rFonts w:ascii="Calibri" w:hAnsi="Calibri"/>
                <w:sz w:val="20"/>
                <w:szCs w:val="20"/>
              </w:rPr>
              <w:t>ion suicide le Mardi après midi</w:t>
            </w:r>
          </w:p>
          <w:p w:rsidR="00FB147F" w:rsidRPr="002B69DF" w:rsidRDefault="00FB147F" w:rsidP="00FB147F">
            <w:pPr>
              <w:ind w:left="144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A062BA">
        <w:trPr>
          <w:trHeight w:val="122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9B" w:rsidRDefault="008F249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E936E7" w:rsidRPr="00846E75" w:rsidRDefault="00E936E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46E75">
              <w:rPr>
                <w:rFonts w:ascii="Calibri" w:hAnsi="Calibri" w:cs="Arial"/>
                <w:b/>
                <w:sz w:val="22"/>
                <w:szCs w:val="22"/>
              </w:rPr>
              <w:t>Documentation</w:t>
            </w:r>
            <w:r w:rsidR="00C164B7"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 à</w:t>
            </w:r>
            <w:r w:rsidR="00A062BA" w:rsidRPr="00846E75">
              <w:rPr>
                <w:rFonts w:ascii="Calibri" w:hAnsi="Calibri" w:cs="Arial"/>
                <w:b/>
                <w:sz w:val="22"/>
                <w:szCs w:val="22"/>
              </w:rPr>
              <w:t xml:space="preserve"> disposition de l’étudiant </w:t>
            </w:r>
            <w:r w:rsidR="00846E75">
              <w:rPr>
                <w:rFonts w:ascii="Calibri" w:hAnsi="Calibri" w:cs="Arial"/>
                <w:b/>
                <w:sz w:val="22"/>
                <w:szCs w:val="22"/>
              </w:rPr>
              <w:t>pour se préparer au stage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805059" w:rsidRPr="00B2039B" w:rsidRDefault="00805059" w:rsidP="00062428">
            <w:pPr>
              <w:numPr>
                <w:ilvl w:val="0"/>
                <w:numId w:val="17"/>
              </w:numPr>
              <w:rPr>
                <w:rFonts w:ascii="Calibri" w:hAnsi="Calibri"/>
                <w:sz w:val="20"/>
                <w:szCs w:val="20"/>
              </w:rPr>
            </w:pPr>
            <w:r w:rsidRPr="00B2039B">
              <w:rPr>
                <w:rFonts w:ascii="Calibri" w:hAnsi="Calibri"/>
                <w:sz w:val="20"/>
                <w:szCs w:val="20"/>
              </w:rPr>
              <w:t xml:space="preserve">Guide méthodologique « prise en charge sanitaire des personnes détenus </w:t>
            </w:r>
            <w:r w:rsidR="00E93577">
              <w:rPr>
                <w:rFonts w:ascii="Calibri" w:hAnsi="Calibri"/>
                <w:sz w:val="20"/>
                <w:szCs w:val="20"/>
              </w:rPr>
              <w:t>édition 2019</w:t>
            </w:r>
            <w:r w:rsidR="005F0870">
              <w:rPr>
                <w:rFonts w:ascii="Calibri" w:hAnsi="Calibri"/>
                <w:sz w:val="20"/>
                <w:szCs w:val="20"/>
              </w:rPr>
              <w:t> »</w:t>
            </w:r>
          </w:p>
          <w:p w:rsidR="00E936E7" w:rsidRPr="00A062BA" w:rsidRDefault="00805059" w:rsidP="00062428">
            <w:pPr>
              <w:numPr>
                <w:ilvl w:val="0"/>
                <w:numId w:val="17"/>
              </w:numPr>
              <w:rPr>
                <w:rFonts w:ascii="Calibri" w:hAnsi="Calibri"/>
                <w:sz w:val="20"/>
                <w:szCs w:val="20"/>
              </w:rPr>
            </w:pPr>
            <w:r w:rsidRPr="00B2039B">
              <w:rPr>
                <w:rFonts w:ascii="Calibri" w:hAnsi="Calibri"/>
                <w:sz w:val="20"/>
                <w:szCs w:val="20"/>
              </w:rPr>
              <w:t xml:space="preserve">Projet médical </w:t>
            </w:r>
            <w:r w:rsidR="00A062BA">
              <w:rPr>
                <w:rFonts w:ascii="Calibri" w:hAnsi="Calibri"/>
                <w:sz w:val="20"/>
                <w:szCs w:val="20"/>
              </w:rPr>
              <w:t>de l’unité de soins</w:t>
            </w:r>
            <w:r w:rsidR="00FD5C3D">
              <w:rPr>
                <w:rFonts w:ascii="Calibri" w:hAnsi="Calibri"/>
                <w:sz w:val="20"/>
                <w:szCs w:val="20"/>
              </w:rPr>
              <w:t>.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EBB" w:rsidRDefault="00F73EBB">
      <w:r>
        <w:separator/>
      </w:r>
    </w:p>
  </w:endnote>
  <w:endnote w:type="continuationSeparator" w:id="0">
    <w:p w:rsidR="00F73EBB" w:rsidRDefault="00F7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6" w:rsidRDefault="00D87C9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D87C96">
      <w:rPr>
        <w:rFonts w:ascii="Calibri" w:hAnsi="Calibri"/>
        <w:noProof/>
        <w:snapToGrid w:val="0"/>
      </w:rPr>
      <w:t>1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D87C96">
      <w:rPr>
        <w:rStyle w:val="Numrodepage"/>
        <w:rFonts w:ascii="Calibri" w:hAnsi="Calibri"/>
        <w:noProof/>
      </w:rPr>
      <w:t>6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6" w:rsidRDefault="00D87C9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EBB" w:rsidRDefault="00F73EBB">
      <w:r>
        <w:separator/>
      </w:r>
    </w:p>
  </w:footnote>
  <w:footnote w:type="continuationSeparator" w:id="0">
    <w:p w:rsidR="00F73EBB" w:rsidRDefault="00F73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6" w:rsidRDefault="00D87C9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F46524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97509E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1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</w:t>
          </w:r>
          <w:r w:rsidR="00DA7C31">
            <w:rPr>
              <w:rFonts w:ascii="Calibri" w:hAnsi="Calibri"/>
              <w:b/>
              <w:sz w:val="24"/>
            </w:rPr>
            <w:t>ENCADREMENT DES ETUDIANTS</w:t>
          </w:r>
        </w:p>
        <w:p w:rsidR="00F46524" w:rsidRPr="006072D7" w:rsidRDefault="005B60CB" w:rsidP="00805059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 xml:space="preserve">Profession </w:t>
          </w:r>
          <w:r w:rsidR="00805059">
            <w:rPr>
              <w:rFonts w:ascii="Calibri" w:hAnsi="Calibri"/>
              <w:b/>
              <w:sz w:val="24"/>
            </w:rPr>
            <w:t xml:space="preserve"> Infirmier (</w:t>
          </w:r>
          <w:proofErr w:type="spellStart"/>
          <w:r w:rsidR="00805059">
            <w:rPr>
              <w:rFonts w:ascii="Calibri" w:hAnsi="Calibri"/>
              <w:b/>
              <w:sz w:val="24"/>
            </w:rPr>
            <w:t>ière</w:t>
          </w:r>
          <w:proofErr w:type="spellEnd"/>
          <w:r w:rsidR="00805059"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D87C96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05</w:t>
          </w:r>
          <w:bookmarkStart w:id="0" w:name="_GoBack"/>
          <w:bookmarkEnd w:id="0"/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E4573F" w:rsidP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</w:t>
          </w:r>
          <w:r w:rsidR="00565803">
            <w:rPr>
              <w:rFonts w:ascii="Calibri" w:hAnsi="Calibri"/>
              <w:sz w:val="24"/>
            </w:rPr>
            <w:t>1</w:t>
          </w:r>
          <w:r>
            <w:rPr>
              <w:rFonts w:ascii="Calibri" w:hAnsi="Calibri"/>
              <w:sz w:val="24"/>
            </w:rPr>
            <w:t>/09</w:t>
          </w:r>
          <w:r w:rsidR="005B210D">
            <w:rPr>
              <w:rFonts w:ascii="Calibri" w:hAnsi="Calibri"/>
              <w:sz w:val="24"/>
            </w:rPr>
            <w:t>/2022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96" w:rsidRDefault="00D87C9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B1F"/>
    <w:multiLevelType w:val="hybridMultilevel"/>
    <w:tmpl w:val="7B6AF2EC"/>
    <w:lvl w:ilvl="0" w:tplc="040C000B">
      <w:start w:val="1"/>
      <w:numFmt w:val="bullet"/>
      <w:lvlText w:val=""/>
      <w:lvlJc w:val="left"/>
      <w:pPr>
        <w:ind w:left="12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" w15:restartNumberingAfterBreak="0">
    <w:nsid w:val="05E84498"/>
    <w:multiLevelType w:val="hybridMultilevel"/>
    <w:tmpl w:val="2F482D76"/>
    <w:lvl w:ilvl="0" w:tplc="1A6AA5E0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EA51A4"/>
    <w:multiLevelType w:val="hybridMultilevel"/>
    <w:tmpl w:val="0A9C846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09552B"/>
    <w:multiLevelType w:val="hybridMultilevel"/>
    <w:tmpl w:val="331E76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62FF4"/>
    <w:multiLevelType w:val="hybridMultilevel"/>
    <w:tmpl w:val="1D000B7A"/>
    <w:lvl w:ilvl="0" w:tplc="040C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FBE2094"/>
    <w:multiLevelType w:val="hybridMultilevel"/>
    <w:tmpl w:val="D6667D7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B416B1"/>
    <w:multiLevelType w:val="hybridMultilevel"/>
    <w:tmpl w:val="582E3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01103"/>
    <w:multiLevelType w:val="hybridMultilevel"/>
    <w:tmpl w:val="BB2AB37C"/>
    <w:lvl w:ilvl="0" w:tplc="040C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1E8D3DB5"/>
    <w:multiLevelType w:val="hybridMultilevel"/>
    <w:tmpl w:val="0C9E6D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D2E47"/>
    <w:multiLevelType w:val="hybridMultilevel"/>
    <w:tmpl w:val="0F8A9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B6E08"/>
    <w:multiLevelType w:val="hybridMultilevel"/>
    <w:tmpl w:val="DDDA8B3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0492B"/>
    <w:multiLevelType w:val="hybridMultilevel"/>
    <w:tmpl w:val="D428C1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664F6C"/>
    <w:multiLevelType w:val="hybridMultilevel"/>
    <w:tmpl w:val="CCE0229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8B7129"/>
    <w:multiLevelType w:val="hybridMultilevel"/>
    <w:tmpl w:val="7AFEC122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850E8B"/>
    <w:multiLevelType w:val="hybridMultilevel"/>
    <w:tmpl w:val="4A645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6" w15:restartNumberingAfterBreak="0">
    <w:nsid w:val="43E55951"/>
    <w:multiLevelType w:val="hybridMultilevel"/>
    <w:tmpl w:val="639E09D6"/>
    <w:lvl w:ilvl="0" w:tplc="040C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470B3B0F"/>
    <w:multiLevelType w:val="hybridMultilevel"/>
    <w:tmpl w:val="63FA0276"/>
    <w:lvl w:ilvl="0" w:tplc="040C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9F6273A"/>
    <w:multiLevelType w:val="hybridMultilevel"/>
    <w:tmpl w:val="46D6CC3E"/>
    <w:lvl w:ilvl="0" w:tplc="04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4A776D1D"/>
    <w:multiLevelType w:val="hybridMultilevel"/>
    <w:tmpl w:val="ACF2373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0396BAA"/>
    <w:multiLevelType w:val="hybridMultilevel"/>
    <w:tmpl w:val="3A2E84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03204"/>
    <w:multiLevelType w:val="hybridMultilevel"/>
    <w:tmpl w:val="3AC4FE1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F62264"/>
    <w:multiLevelType w:val="hybridMultilevel"/>
    <w:tmpl w:val="05980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8046C2"/>
    <w:multiLevelType w:val="hybridMultilevel"/>
    <w:tmpl w:val="80D046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A30FF"/>
    <w:multiLevelType w:val="hybridMultilevel"/>
    <w:tmpl w:val="334C6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673F8"/>
    <w:multiLevelType w:val="hybridMultilevel"/>
    <w:tmpl w:val="5E1000B2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D755D8F"/>
    <w:multiLevelType w:val="hybridMultilevel"/>
    <w:tmpl w:val="141C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90B5F"/>
    <w:multiLevelType w:val="hybridMultilevel"/>
    <w:tmpl w:val="D3C495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F34C9"/>
    <w:multiLevelType w:val="hybridMultilevel"/>
    <w:tmpl w:val="9AF88902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5F92FC8"/>
    <w:multiLevelType w:val="hybridMultilevel"/>
    <w:tmpl w:val="E612C3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6174C"/>
    <w:multiLevelType w:val="hybridMultilevel"/>
    <w:tmpl w:val="D81AE4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B2A5B"/>
    <w:multiLevelType w:val="hybridMultilevel"/>
    <w:tmpl w:val="E8DE34C2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31"/>
  </w:num>
  <w:num w:numId="5">
    <w:abstractNumId w:val="25"/>
  </w:num>
  <w:num w:numId="6">
    <w:abstractNumId w:val="26"/>
  </w:num>
  <w:num w:numId="7">
    <w:abstractNumId w:val="19"/>
  </w:num>
  <w:num w:numId="8">
    <w:abstractNumId w:val="9"/>
  </w:num>
  <w:num w:numId="9">
    <w:abstractNumId w:val="10"/>
  </w:num>
  <w:num w:numId="10">
    <w:abstractNumId w:val="11"/>
  </w:num>
  <w:num w:numId="11">
    <w:abstractNumId w:val="16"/>
  </w:num>
  <w:num w:numId="12">
    <w:abstractNumId w:val="4"/>
  </w:num>
  <w:num w:numId="13">
    <w:abstractNumId w:val="7"/>
  </w:num>
  <w:num w:numId="14">
    <w:abstractNumId w:val="21"/>
  </w:num>
  <w:num w:numId="15">
    <w:abstractNumId w:val="28"/>
  </w:num>
  <w:num w:numId="16">
    <w:abstractNumId w:val="12"/>
  </w:num>
  <w:num w:numId="17">
    <w:abstractNumId w:val="5"/>
  </w:num>
  <w:num w:numId="18">
    <w:abstractNumId w:val="24"/>
  </w:num>
  <w:num w:numId="19">
    <w:abstractNumId w:val="2"/>
  </w:num>
  <w:num w:numId="20">
    <w:abstractNumId w:val="0"/>
  </w:num>
  <w:num w:numId="21">
    <w:abstractNumId w:val="14"/>
  </w:num>
  <w:num w:numId="22">
    <w:abstractNumId w:val="20"/>
  </w:num>
  <w:num w:numId="23">
    <w:abstractNumId w:val="8"/>
  </w:num>
  <w:num w:numId="24">
    <w:abstractNumId w:val="27"/>
  </w:num>
  <w:num w:numId="25">
    <w:abstractNumId w:val="30"/>
  </w:num>
  <w:num w:numId="26">
    <w:abstractNumId w:val="17"/>
  </w:num>
  <w:num w:numId="27">
    <w:abstractNumId w:val="6"/>
  </w:num>
  <w:num w:numId="28">
    <w:abstractNumId w:val="1"/>
  </w:num>
  <w:num w:numId="29">
    <w:abstractNumId w:val="23"/>
  </w:num>
  <w:num w:numId="30">
    <w:abstractNumId w:val="3"/>
  </w:num>
  <w:num w:numId="31">
    <w:abstractNumId w:val="18"/>
  </w:num>
  <w:num w:numId="32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00446"/>
    <w:rsid w:val="00003950"/>
    <w:rsid w:val="00042798"/>
    <w:rsid w:val="000565AC"/>
    <w:rsid w:val="00062428"/>
    <w:rsid w:val="00080748"/>
    <w:rsid w:val="00087B1D"/>
    <w:rsid w:val="000A16C1"/>
    <w:rsid w:val="000A22C0"/>
    <w:rsid w:val="000C739D"/>
    <w:rsid w:val="000E5743"/>
    <w:rsid w:val="000F1127"/>
    <w:rsid w:val="000F3B60"/>
    <w:rsid w:val="00122197"/>
    <w:rsid w:val="00132597"/>
    <w:rsid w:val="001349BF"/>
    <w:rsid w:val="00135672"/>
    <w:rsid w:val="00144140"/>
    <w:rsid w:val="00157647"/>
    <w:rsid w:val="00197B49"/>
    <w:rsid w:val="001B24EF"/>
    <w:rsid w:val="001C26A1"/>
    <w:rsid w:val="001C347F"/>
    <w:rsid w:val="001D27F2"/>
    <w:rsid w:val="001E4032"/>
    <w:rsid w:val="001E4B31"/>
    <w:rsid w:val="001E7B2F"/>
    <w:rsid w:val="001F4BE2"/>
    <w:rsid w:val="0020622C"/>
    <w:rsid w:val="00212CA2"/>
    <w:rsid w:val="002141B0"/>
    <w:rsid w:val="002176E4"/>
    <w:rsid w:val="0022504D"/>
    <w:rsid w:val="00242F46"/>
    <w:rsid w:val="0025256D"/>
    <w:rsid w:val="00257911"/>
    <w:rsid w:val="0026359E"/>
    <w:rsid w:val="002719DE"/>
    <w:rsid w:val="00285B2A"/>
    <w:rsid w:val="00294F06"/>
    <w:rsid w:val="002A5F00"/>
    <w:rsid w:val="002B69DF"/>
    <w:rsid w:val="002C5DE0"/>
    <w:rsid w:val="00325ED5"/>
    <w:rsid w:val="00362D4E"/>
    <w:rsid w:val="00367D4C"/>
    <w:rsid w:val="0037670E"/>
    <w:rsid w:val="00381FEE"/>
    <w:rsid w:val="003F564B"/>
    <w:rsid w:val="00402136"/>
    <w:rsid w:val="00423843"/>
    <w:rsid w:val="00432788"/>
    <w:rsid w:val="0044022E"/>
    <w:rsid w:val="00441BEE"/>
    <w:rsid w:val="00446D1E"/>
    <w:rsid w:val="00447EF2"/>
    <w:rsid w:val="0046341C"/>
    <w:rsid w:val="004650AD"/>
    <w:rsid w:val="0048713C"/>
    <w:rsid w:val="00495A18"/>
    <w:rsid w:val="004972D2"/>
    <w:rsid w:val="004D049A"/>
    <w:rsid w:val="004D4838"/>
    <w:rsid w:val="005168FC"/>
    <w:rsid w:val="005222CE"/>
    <w:rsid w:val="00532929"/>
    <w:rsid w:val="00565803"/>
    <w:rsid w:val="00575CA7"/>
    <w:rsid w:val="00592803"/>
    <w:rsid w:val="00593028"/>
    <w:rsid w:val="005B1153"/>
    <w:rsid w:val="005B210D"/>
    <w:rsid w:val="005B5145"/>
    <w:rsid w:val="005B60CB"/>
    <w:rsid w:val="005B68DD"/>
    <w:rsid w:val="005D3C11"/>
    <w:rsid w:val="005F0870"/>
    <w:rsid w:val="005F2DD1"/>
    <w:rsid w:val="005F628E"/>
    <w:rsid w:val="006072D7"/>
    <w:rsid w:val="006301B4"/>
    <w:rsid w:val="006936F6"/>
    <w:rsid w:val="006946D1"/>
    <w:rsid w:val="0069632C"/>
    <w:rsid w:val="00697DE4"/>
    <w:rsid w:val="006A37F3"/>
    <w:rsid w:val="006B6FC9"/>
    <w:rsid w:val="006C464C"/>
    <w:rsid w:val="006D65CE"/>
    <w:rsid w:val="00733F6E"/>
    <w:rsid w:val="00735AD2"/>
    <w:rsid w:val="0076069B"/>
    <w:rsid w:val="00773553"/>
    <w:rsid w:val="007A0AB2"/>
    <w:rsid w:val="007B4B14"/>
    <w:rsid w:val="007F4145"/>
    <w:rsid w:val="007F592A"/>
    <w:rsid w:val="00805059"/>
    <w:rsid w:val="00813699"/>
    <w:rsid w:val="00846E75"/>
    <w:rsid w:val="0086681D"/>
    <w:rsid w:val="00897D35"/>
    <w:rsid w:val="008B6241"/>
    <w:rsid w:val="008B6F0E"/>
    <w:rsid w:val="008F249B"/>
    <w:rsid w:val="008F4A0E"/>
    <w:rsid w:val="009108EC"/>
    <w:rsid w:val="0091204C"/>
    <w:rsid w:val="00945932"/>
    <w:rsid w:val="0095132E"/>
    <w:rsid w:val="00970E56"/>
    <w:rsid w:val="00972C37"/>
    <w:rsid w:val="0097509E"/>
    <w:rsid w:val="0098399E"/>
    <w:rsid w:val="00993703"/>
    <w:rsid w:val="00995DF7"/>
    <w:rsid w:val="00997CB4"/>
    <w:rsid w:val="009A17BE"/>
    <w:rsid w:val="009B19BA"/>
    <w:rsid w:val="009B331D"/>
    <w:rsid w:val="009C2D31"/>
    <w:rsid w:val="009D38DA"/>
    <w:rsid w:val="009F2014"/>
    <w:rsid w:val="00A05C16"/>
    <w:rsid w:val="00A062BA"/>
    <w:rsid w:val="00A462C5"/>
    <w:rsid w:val="00A61AD3"/>
    <w:rsid w:val="00A97B30"/>
    <w:rsid w:val="00AB5ACD"/>
    <w:rsid w:val="00AC5AB8"/>
    <w:rsid w:val="00B04D5A"/>
    <w:rsid w:val="00B077E2"/>
    <w:rsid w:val="00B15651"/>
    <w:rsid w:val="00B2039B"/>
    <w:rsid w:val="00B257C2"/>
    <w:rsid w:val="00B30E56"/>
    <w:rsid w:val="00B37DC1"/>
    <w:rsid w:val="00B61944"/>
    <w:rsid w:val="00B8236E"/>
    <w:rsid w:val="00B94350"/>
    <w:rsid w:val="00B94729"/>
    <w:rsid w:val="00BA1650"/>
    <w:rsid w:val="00BA6E17"/>
    <w:rsid w:val="00BB364E"/>
    <w:rsid w:val="00BD5D3F"/>
    <w:rsid w:val="00BE0ECA"/>
    <w:rsid w:val="00BE110F"/>
    <w:rsid w:val="00BE15B1"/>
    <w:rsid w:val="00BF1142"/>
    <w:rsid w:val="00BF4E73"/>
    <w:rsid w:val="00C00473"/>
    <w:rsid w:val="00C06B5D"/>
    <w:rsid w:val="00C164B7"/>
    <w:rsid w:val="00C2024C"/>
    <w:rsid w:val="00C215B7"/>
    <w:rsid w:val="00C21DE6"/>
    <w:rsid w:val="00C3467E"/>
    <w:rsid w:val="00C42FA9"/>
    <w:rsid w:val="00C84493"/>
    <w:rsid w:val="00CA1F01"/>
    <w:rsid w:val="00CC3CE5"/>
    <w:rsid w:val="00CC5780"/>
    <w:rsid w:val="00CC64E0"/>
    <w:rsid w:val="00CC651F"/>
    <w:rsid w:val="00CC7C49"/>
    <w:rsid w:val="00CE553C"/>
    <w:rsid w:val="00CF0F7F"/>
    <w:rsid w:val="00D1075D"/>
    <w:rsid w:val="00D1178D"/>
    <w:rsid w:val="00D122AE"/>
    <w:rsid w:val="00D16B51"/>
    <w:rsid w:val="00D31B1B"/>
    <w:rsid w:val="00D44A2B"/>
    <w:rsid w:val="00D4600E"/>
    <w:rsid w:val="00D81620"/>
    <w:rsid w:val="00D87C96"/>
    <w:rsid w:val="00D95956"/>
    <w:rsid w:val="00D96160"/>
    <w:rsid w:val="00D97E92"/>
    <w:rsid w:val="00DA4CC9"/>
    <w:rsid w:val="00DA7C31"/>
    <w:rsid w:val="00DB7A40"/>
    <w:rsid w:val="00DC5F05"/>
    <w:rsid w:val="00DD5F78"/>
    <w:rsid w:val="00DD5FAE"/>
    <w:rsid w:val="00DD7170"/>
    <w:rsid w:val="00E06653"/>
    <w:rsid w:val="00E150AD"/>
    <w:rsid w:val="00E17827"/>
    <w:rsid w:val="00E323BB"/>
    <w:rsid w:val="00E4493D"/>
    <w:rsid w:val="00E4573F"/>
    <w:rsid w:val="00E504D5"/>
    <w:rsid w:val="00E71622"/>
    <w:rsid w:val="00E74D49"/>
    <w:rsid w:val="00E92F11"/>
    <w:rsid w:val="00E93577"/>
    <w:rsid w:val="00E936E7"/>
    <w:rsid w:val="00EA69C9"/>
    <w:rsid w:val="00EB0247"/>
    <w:rsid w:val="00EB5427"/>
    <w:rsid w:val="00ED0C36"/>
    <w:rsid w:val="00EE06E6"/>
    <w:rsid w:val="00EE5584"/>
    <w:rsid w:val="00EE5D2D"/>
    <w:rsid w:val="00EF0518"/>
    <w:rsid w:val="00F0213E"/>
    <w:rsid w:val="00F137EB"/>
    <w:rsid w:val="00F14E26"/>
    <w:rsid w:val="00F15562"/>
    <w:rsid w:val="00F203BD"/>
    <w:rsid w:val="00F2340F"/>
    <w:rsid w:val="00F46524"/>
    <w:rsid w:val="00F6086F"/>
    <w:rsid w:val="00F62688"/>
    <w:rsid w:val="00F65C5E"/>
    <w:rsid w:val="00F7226C"/>
    <w:rsid w:val="00F73EBB"/>
    <w:rsid w:val="00F83B74"/>
    <w:rsid w:val="00F85B28"/>
    <w:rsid w:val="00FA20BF"/>
    <w:rsid w:val="00FA4285"/>
    <w:rsid w:val="00FB147F"/>
    <w:rsid w:val="00FB616A"/>
    <w:rsid w:val="00FC42F7"/>
    <w:rsid w:val="00FD2C69"/>
    <w:rsid w:val="00FD3AEA"/>
    <w:rsid w:val="00FD49D1"/>
    <w:rsid w:val="00FD5C3D"/>
    <w:rsid w:val="00FD6429"/>
    <w:rsid w:val="00FE38DD"/>
    <w:rsid w:val="00FE705E"/>
    <w:rsid w:val="00FF454D"/>
    <w:rsid w:val="00FF67D7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94B2D-C989-488B-8C8A-418D688A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80505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14E2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pole_smdpl_secretariat_epm@ch-le-vinatier.f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fanny.digonnet@ch-le-vinatier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my.louchard@ch-le-vinatier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3CFBC-88E6-4E6C-A130-93AB94E3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251</TotalTime>
  <Pages>6</Pages>
  <Words>1052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7508</CharactersWithSpaces>
  <SharedDoc>false</SharedDoc>
  <HLinks>
    <vt:vector size="12" baseType="variant">
      <vt:variant>
        <vt:i4>458875</vt:i4>
      </vt:variant>
      <vt:variant>
        <vt:i4>3</vt:i4>
      </vt:variant>
      <vt:variant>
        <vt:i4>0</vt:i4>
      </vt:variant>
      <vt:variant>
        <vt:i4>5</vt:i4>
      </vt:variant>
      <vt:variant>
        <vt:lpwstr>mailto:fanny.digonnet@ch-le-vinatier.fr</vt:lpwstr>
      </vt:variant>
      <vt:variant>
        <vt:lpwstr/>
      </vt:variant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mailto:remy.louchard@ch-le-vinatier.fr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69</cp:revision>
  <cp:lastPrinted>2022-04-06T13:05:00Z</cp:lastPrinted>
  <dcterms:created xsi:type="dcterms:W3CDTF">2022-04-06T10:21:00Z</dcterms:created>
  <dcterms:modified xsi:type="dcterms:W3CDTF">2022-10-07T04:55:00Z</dcterms:modified>
</cp:coreProperties>
</file>